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C4" w:rsidRDefault="00B664C4" w:rsidP="005C385B">
      <w:pPr>
        <w:ind w:right="-285" w:firstLine="3969"/>
        <w:rPr>
          <w:sz w:val="32"/>
        </w:rPr>
      </w:pPr>
      <w:r w:rsidRPr="00C36A28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2.75pt" o:ole="" filled="t" fillcolor="yellow">
            <v:imagedata r:id="rId4" o:title=""/>
          </v:shape>
          <o:OLEObject Type="Embed" ProgID="Word.Picture.8" ShapeID="_x0000_i1025" DrawAspect="Content" ObjectID="_1667899374" r:id="rId5"/>
        </w:object>
      </w:r>
    </w:p>
    <w:p w:rsidR="00B664C4" w:rsidRDefault="00B664C4" w:rsidP="005C385B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B664C4" w:rsidRDefault="00B664C4" w:rsidP="005C385B">
      <w:pPr>
        <w:pStyle w:val="Subtitle"/>
        <w:tabs>
          <w:tab w:val="left" w:pos="5387"/>
        </w:tabs>
      </w:pPr>
      <w:r>
        <w:t>Брянская область</w:t>
      </w:r>
    </w:p>
    <w:p w:rsidR="00B664C4" w:rsidRDefault="00B664C4" w:rsidP="005C385B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B664C4" w:rsidRDefault="00B664C4" w:rsidP="005C385B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B664C4" w:rsidRDefault="00B664C4" w:rsidP="005C385B">
      <w:pPr>
        <w:pStyle w:val="Subtitle"/>
        <w:tabs>
          <w:tab w:val="left" w:pos="2127"/>
        </w:tabs>
      </w:pPr>
      <w:r>
        <w:t>РЕШЕНИЕ</w:t>
      </w:r>
    </w:p>
    <w:p w:rsidR="00B664C4" w:rsidRPr="005C385B" w:rsidRDefault="00B664C4" w:rsidP="005C385B">
      <w:pPr>
        <w:ind w:left="567" w:right="-285" w:hanging="567"/>
        <w:jc w:val="right"/>
        <w:rPr>
          <w:b/>
          <w:sz w:val="28"/>
          <w:szCs w:val="28"/>
        </w:rPr>
      </w:pPr>
      <w:r>
        <w:t xml:space="preserve">                                                                   </w:t>
      </w:r>
      <w:r w:rsidRPr="005C385B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B664C4" w:rsidRPr="006410F6" w:rsidRDefault="00B664C4" w:rsidP="005C385B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0C14C9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  <w:u w:val="single"/>
        </w:rPr>
        <w:t xml:space="preserve"> 26 ноября 2020</w:t>
      </w:r>
      <w:r w:rsidRPr="00EC2D09">
        <w:rPr>
          <w:rFonts w:ascii="Times New Roman" w:hAnsi="Times New Roman"/>
          <w:sz w:val="28"/>
        </w:rPr>
        <w:t xml:space="preserve"> года</w:t>
      </w:r>
      <w:r w:rsidRPr="008201E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>6-106</w:t>
      </w:r>
    </w:p>
    <w:p w:rsidR="00B664C4" w:rsidRDefault="00B664C4" w:rsidP="005C385B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B664C4" w:rsidRPr="0027448A" w:rsidRDefault="00B664C4" w:rsidP="00D4120F">
      <w:pPr>
        <w:pStyle w:val="PlainText"/>
        <w:jc w:val="right"/>
        <w:rPr>
          <w:rFonts w:ascii="Times New Roman" w:hAnsi="Times New Roman"/>
          <w:sz w:val="28"/>
          <w:szCs w:val="28"/>
          <w:u w:val="single"/>
        </w:rPr>
      </w:pPr>
    </w:p>
    <w:p w:rsidR="00B664C4" w:rsidRPr="0027448A" w:rsidRDefault="00B664C4" w:rsidP="00D4120F">
      <w:pPr>
        <w:pStyle w:val="PlainText"/>
        <w:ind w:right="3716"/>
        <w:jc w:val="both"/>
        <w:rPr>
          <w:rFonts w:ascii="Times New Roman" w:hAnsi="Times New Roman"/>
          <w:b/>
          <w:sz w:val="28"/>
          <w:szCs w:val="28"/>
        </w:rPr>
      </w:pPr>
      <w:r w:rsidRPr="003565B9">
        <w:rPr>
          <w:rFonts w:ascii="Times New Roman" w:hAnsi="Times New Roman"/>
          <w:sz w:val="28"/>
          <w:szCs w:val="28"/>
        </w:rPr>
        <w:t>Об  утверждении  прогнозного   плана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5B9">
        <w:rPr>
          <w:rFonts w:ascii="Times New Roman" w:hAnsi="Times New Roman"/>
          <w:sz w:val="28"/>
          <w:szCs w:val="28"/>
        </w:rPr>
        <w:t xml:space="preserve">(программы) приватизации    </w:t>
      </w:r>
      <w:r>
        <w:rPr>
          <w:rFonts w:ascii="Times New Roman" w:hAnsi="Times New Roman"/>
          <w:sz w:val="28"/>
          <w:szCs w:val="28"/>
        </w:rPr>
        <w:t>муниципального имущества на 2021-2023</w:t>
      </w:r>
      <w:r w:rsidRPr="003565B9">
        <w:rPr>
          <w:rFonts w:ascii="Times New Roman" w:hAnsi="Times New Roman"/>
          <w:sz w:val="28"/>
          <w:szCs w:val="28"/>
        </w:rPr>
        <w:t xml:space="preserve"> годы</w:t>
      </w:r>
    </w:p>
    <w:p w:rsidR="00B664C4" w:rsidRDefault="00B664C4" w:rsidP="00D4120F">
      <w:pPr>
        <w:pStyle w:val="PlainText"/>
        <w:jc w:val="both"/>
        <w:rPr>
          <w:sz w:val="28"/>
          <w:szCs w:val="28"/>
        </w:rPr>
      </w:pPr>
    </w:p>
    <w:p w:rsidR="00B664C4" w:rsidRPr="00526BAF" w:rsidRDefault="00B664C4" w:rsidP="00D4120F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26BAF">
        <w:rPr>
          <w:rFonts w:ascii="Times New Roman" w:hAnsi="Times New Roman"/>
          <w:sz w:val="28"/>
          <w:szCs w:val="28"/>
        </w:rPr>
        <w:t>Заслушав предложени</w:t>
      </w:r>
      <w:r>
        <w:rPr>
          <w:rFonts w:ascii="Times New Roman" w:hAnsi="Times New Roman"/>
          <w:sz w:val="28"/>
          <w:szCs w:val="28"/>
        </w:rPr>
        <w:t>е</w:t>
      </w:r>
      <w:r w:rsidRPr="00526B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526BAF">
        <w:rPr>
          <w:rFonts w:ascii="Times New Roman" w:hAnsi="Times New Roman"/>
          <w:sz w:val="28"/>
          <w:szCs w:val="28"/>
        </w:rPr>
        <w:t>Мглинского района об утверждении прогнозного плана  (программы) приватизации муниципального имущества на 20</w:t>
      </w:r>
      <w:r>
        <w:rPr>
          <w:rFonts w:ascii="Times New Roman" w:hAnsi="Times New Roman"/>
          <w:sz w:val="28"/>
          <w:szCs w:val="28"/>
        </w:rPr>
        <w:t>21-2023</w:t>
      </w:r>
      <w:r w:rsidRPr="00526BA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526BAF">
        <w:rPr>
          <w:rFonts w:ascii="Times New Roman" w:hAnsi="Times New Roman"/>
          <w:sz w:val="28"/>
          <w:szCs w:val="28"/>
        </w:rPr>
        <w:t>, руководствуясь Ф</w:t>
      </w:r>
      <w:r>
        <w:rPr>
          <w:rFonts w:ascii="Times New Roman" w:hAnsi="Times New Roman"/>
          <w:sz w:val="28"/>
          <w:szCs w:val="28"/>
        </w:rPr>
        <w:t xml:space="preserve">едеральным </w:t>
      </w:r>
      <w:r w:rsidRPr="00526BAF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аконом</w:t>
      </w:r>
      <w:r w:rsidRPr="00526BAF">
        <w:rPr>
          <w:rFonts w:ascii="Times New Roman" w:hAnsi="Times New Roman"/>
          <w:sz w:val="28"/>
          <w:szCs w:val="28"/>
        </w:rPr>
        <w:t xml:space="preserve"> от 21 декабря 2001 года</w:t>
      </w:r>
      <w:r>
        <w:rPr>
          <w:rFonts w:ascii="Times New Roman" w:hAnsi="Times New Roman"/>
          <w:sz w:val="28"/>
          <w:szCs w:val="28"/>
        </w:rPr>
        <w:t xml:space="preserve"> № 178-ФЗ</w:t>
      </w:r>
      <w:r w:rsidRPr="00526BAF">
        <w:rPr>
          <w:rFonts w:ascii="Times New Roman" w:hAnsi="Times New Roman"/>
          <w:sz w:val="28"/>
          <w:szCs w:val="28"/>
        </w:rPr>
        <w:t xml:space="preserve"> «О приватизации государственного и муниципального имущества»</w:t>
      </w:r>
      <w:r>
        <w:rPr>
          <w:rFonts w:ascii="Times New Roman" w:hAnsi="Times New Roman"/>
          <w:sz w:val="28"/>
          <w:szCs w:val="28"/>
        </w:rPr>
        <w:t>,</w:t>
      </w:r>
      <w:r w:rsidRPr="00526BAF">
        <w:rPr>
          <w:rFonts w:ascii="Times New Roman" w:hAnsi="Times New Roman"/>
          <w:sz w:val="28"/>
          <w:szCs w:val="28"/>
        </w:rPr>
        <w:t xml:space="preserve"> Мглинский ра</w:t>
      </w:r>
      <w:r>
        <w:rPr>
          <w:rFonts w:ascii="Times New Roman" w:hAnsi="Times New Roman"/>
          <w:sz w:val="28"/>
          <w:szCs w:val="28"/>
        </w:rPr>
        <w:t>йонный Совет народных депутатов</w:t>
      </w:r>
    </w:p>
    <w:p w:rsidR="00B664C4" w:rsidRPr="00040C5D" w:rsidRDefault="00B664C4" w:rsidP="00D4120F">
      <w:pPr>
        <w:pStyle w:val="BodyText"/>
        <w:rPr>
          <w:szCs w:val="28"/>
        </w:rPr>
      </w:pPr>
      <w:r w:rsidRPr="00040C5D">
        <w:rPr>
          <w:szCs w:val="28"/>
        </w:rPr>
        <w:t>РЕШИЛ:</w:t>
      </w:r>
    </w:p>
    <w:p w:rsidR="00B664C4" w:rsidRDefault="00B664C4" w:rsidP="00D4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Утвердить прогнозный план  (</w:t>
      </w:r>
      <w:r w:rsidRPr="00040C5D">
        <w:rPr>
          <w:sz w:val="28"/>
          <w:szCs w:val="28"/>
        </w:rPr>
        <w:t>программу) приватизации муниципального имущества на 20</w:t>
      </w:r>
      <w:r>
        <w:rPr>
          <w:sz w:val="28"/>
          <w:szCs w:val="28"/>
        </w:rPr>
        <w:t>21 -2023 годы (</w:t>
      </w:r>
      <w:r w:rsidRPr="00040C5D">
        <w:rPr>
          <w:sz w:val="28"/>
          <w:szCs w:val="28"/>
        </w:rPr>
        <w:t>прил</w:t>
      </w:r>
      <w:r>
        <w:rPr>
          <w:sz w:val="28"/>
          <w:szCs w:val="28"/>
        </w:rPr>
        <w:t>ожение № 1).</w:t>
      </w:r>
    </w:p>
    <w:p w:rsidR="00B664C4" w:rsidRDefault="00B664C4" w:rsidP="00D4120F">
      <w:pPr>
        <w:pStyle w:val="BodyText"/>
        <w:ind w:right="0"/>
      </w:pPr>
      <w:r>
        <w:rPr>
          <w:szCs w:val="28"/>
        </w:rPr>
        <w:t xml:space="preserve">     2. </w:t>
      </w:r>
      <w:r w:rsidRPr="00AB7B79">
        <w:t xml:space="preserve">Настоящее </w:t>
      </w:r>
      <w:r>
        <w:t>р</w:t>
      </w:r>
      <w:r w:rsidRPr="00AB7B79">
        <w:t xml:space="preserve">ешение вступает в силу </w:t>
      </w:r>
      <w:r>
        <w:t xml:space="preserve"> после его официального опубликования.</w:t>
      </w:r>
    </w:p>
    <w:p w:rsidR="00B664C4" w:rsidRPr="00CF4705" w:rsidRDefault="00B664C4" w:rsidP="00D4120F">
      <w:pPr>
        <w:pStyle w:val="BodyText"/>
        <w:ind w:right="0"/>
        <w:rPr>
          <w:szCs w:val="28"/>
        </w:rPr>
      </w:pPr>
      <w:r>
        <w:t xml:space="preserve">     3. Настоящее решение опубликовать </w:t>
      </w:r>
      <w:r w:rsidRPr="00AB7B79">
        <w:t xml:space="preserve">в </w:t>
      </w:r>
      <w:r>
        <w:t xml:space="preserve">официальном  издании </w:t>
      </w:r>
      <w:r w:rsidRPr="00AB7B79">
        <w:t>«М</w:t>
      </w:r>
      <w:r>
        <w:t>униципальный вестник</w:t>
      </w:r>
      <w:r w:rsidRPr="00AB7B79">
        <w:t>»</w:t>
      </w:r>
      <w:r>
        <w:t xml:space="preserve"> </w:t>
      </w:r>
      <w:r w:rsidRPr="00AB7B79">
        <w:t>и разме</w:t>
      </w:r>
      <w:r>
        <w:t>стить</w:t>
      </w:r>
      <w:r w:rsidRPr="00AB7B79">
        <w:t xml:space="preserve"> на официальном сайте </w:t>
      </w:r>
      <w:r>
        <w:t>а</w:t>
      </w:r>
      <w:r w:rsidRPr="00AB7B79">
        <w:t xml:space="preserve">дминистрации Мглинского района </w:t>
      </w:r>
      <w:r>
        <w:t>(</w:t>
      </w:r>
      <w:r w:rsidRPr="001B1D17">
        <w:rPr>
          <w:u w:val="single"/>
          <w:lang w:val="en-US"/>
        </w:rPr>
        <w:t>www</w:t>
      </w:r>
      <w:r w:rsidRPr="001B1D17">
        <w:rPr>
          <w:u w:val="single"/>
        </w:rPr>
        <w:t>.</w:t>
      </w:r>
      <w:r w:rsidRPr="001B1D17">
        <w:rPr>
          <w:u w:val="single"/>
          <w:lang w:val="en-US"/>
        </w:rPr>
        <w:t>mgladm</w:t>
      </w:r>
      <w:r w:rsidRPr="001B1D17">
        <w:rPr>
          <w:u w:val="single"/>
        </w:rPr>
        <w:t>.</w:t>
      </w:r>
      <w:r w:rsidRPr="001B1D17">
        <w:rPr>
          <w:u w:val="single"/>
          <w:lang w:val="en-US"/>
        </w:rPr>
        <w:t>ru</w:t>
      </w:r>
      <w:r w:rsidRPr="001B1D17">
        <w:t>)</w:t>
      </w:r>
      <w:r w:rsidRPr="00AB7B79">
        <w:t>.</w:t>
      </w:r>
    </w:p>
    <w:p w:rsidR="00B664C4" w:rsidRDefault="00B664C4" w:rsidP="00D4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E248A3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 xml:space="preserve"> председателя комитета по управлению муниципальным имуществом  Горбову Г.А.</w:t>
      </w:r>
    </w:p>
    <w:p w:rsidR="00B664C4" w:rsidRPr="00E248A3" w:rsidRDefault="00B664C4" w:rsidP="00D4120F">
      <w:pPr>
        <w:jc w:val="both"/>
        <w:rPr>
          <w:sz w:val="28"/>
          <w:szCs w:val="28"/>
        </w:rPr>
      </w:pPr>
    </w:p>
    <w:p w:rsidR="00B664C4" w:rsidRPr="00040C5D" w:rsidRDefault="00B664C4" w:rsidP="00D4120F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B664C4" w:rsidRPr="00E248A3" w:rsidRDefault="00B664C4" w:rsidP="00D4120F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E248A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E248A3">
        <w:rPr>
          <w:rFonts w:ascii="Times New Roman" w:hAnsi="Times New Roman"/>
          <w:sz w:val="28"/>
          <w:szCs w:val="28"/>
        </w:rPr>
        <w:t xml:space="preserve">района                                                   </w:t>
      </w:r>
      <w:r>
        <w:rPr>
          <w:rFonts w:ascii="Times New Roman" w:hAnsi="Times New Roman"/>
          <w:sz w:val="28"/>
          <w:szCs w:val="28"/>
        </w:rPr>
        <w:t>Н.В.Воликова</w:t>
      </w:r>
    </w:p>
    <w:p w:rsidR="00B664C4" w:rsidRPr="00E248A3" w:rsidRDefault="00B664C4" w:rsidP="00D4120F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B664C4" w:rsidRDefault="00B664C4" w:rsidP="00D4120F">
      <w:pPr>
        <w:pStyle w:val="PlainText"/>
        <w:rPr>
          <w:rFonts w:ascii="Times New Roman" w:hAnsi="Times New Roman"/>
          <w:sz w:val="28"/>
          <w:szCs w:val="28"/>
        </w:rPr>
      </w:pPr>
    </w:p>
    <w:p w:rsidR="00B664C4" w:rsidRDefault="00B664C4" w:rsidP="00D4120F">
      <w:pPr>
        <w:pStyle w:val="PlainText"/>
        <w:rPr>
          <w:rFonts w:ascii="Times New Roman" w:hAnsi="Times New Roman"/>
          <w:sz w:val="28"/>
          <w:szCs w:val="28"/>
        </w:rPr>
      </w:pPr>
    </w:p>
    <w:p w:rsidR="00B664C4" w:rsidRPr="00040C5D" w:rsidRDefault="00B664C4" w:rsidP="00D4120F">
      <w:pPr>
        <w:pStyle w:val="PlainText"/>
        <w:rPr>
          <w:rFonts w:ascii="Times New Roman" w:hAnsi="Times New Roman"/>
          <w:sz w:val="28"/>
          <w:szCs w:val="28"/>
        </w:rPr>
      </w:pPr>
    </w:p>
    <w:p w:rsidR="00B664C4" w:rsidRDefault="00B664C4" w:rsidP="00D4120F">
      <w:pPr>
        <w:pStyle w:val="PlainText"/>
        <w:jc w:val="right"/>
        <w:rPr>
          <w:rFonts w:ascii="Times New Roman" w:hAnsi="Times New Roman"/>
        </w:rPr>
      </w:pPr>
    </w:p>
    <w:p w:rsidR="00B664C4" w:rsidRDefault="00B664C4" w:rsidP="00D4120F">
      <w:pPr>
        <w:pStyle w:val="PlainText"/>
        <w:jc w:val="right"/>
        <w:rPr>
          <w:rFonts w:ascii="Times New Roman" w:hAnsi="Times New Roman"/>
        </w:rPr>
      </w:pPr>
    </w:p>
    <w:p w:rsidR="00B664C4" w:rsidRDefault="00B664C4" w:rsidP="00D4120F">
      <w:pPr>
        <w:pStyle w:val="PlainText"/>
        <w:jc w:val="right"/>
        <w:rPr>
          <w:rFonts w:ascii="Times New Roman" w:hAnsi="Times New Roman"/>
        </w:rPr>
      </w:pPr>
    </w:p>
    <w:p w:rsidR="00B664C4" w:rsidRDefault="00B664C4" w:rsidP="00D4120F">
      <w:pPr>
        <w:pStyle w:val="PlainText"/>
        <w:jc w:val="right"/>
        <w:rPr>
          <w:rFonts w:ascii="Times New Roman" w:hAnsi="Times New Roman"/>
        </w:rPr>
      </w:pPr>
    </w:p>
    <w:p w:rsidR="00B664C4" w:rsidRDefault="00B664C4" w:rsidP="00D4120F">
      <w:pPr>
        <w:pStyle w:val="PlainText"/>
        <w:jc w:val="right"/>
        <w:rPr>
          <w:rFonts w:ascii="Times New Roman" w:hAnsi="Times New Roman"/>
        </w:rPr>
      </w:pPr>
    </w:p>
    <w:p w:rsidR="00B664C4" w:rsidRPr="009E0D86" w:rsidRDefault="00B664C4" w:rsidP="00D4120F">
      <w:pPr>
        <w:pStyle w:val="PlainText"/>
        <w:ind w:left="4320"/>
        <w:rPr>
          <w:rFonts w:ascii="Times New Roman" w:hAnsi="Times New Roman"/>
          <w:sz w:val="28"/>
          <w:szCs w:val="28"/>
        </w:rPr>
      </w:pPr>
      <w:r w:rsidRPr="009E0D86">
        <w:rPr>
          <w:rFonts w:ascii="Times New Roman" w:hAnsi="Times New Roman"/>
          <w:sz w:val="28"/>
          <w:szCs w:val="28"/>
        </w:rPr>
        <w:t>Приложение  № 1</w:t>
      </w:r>
    </w:p>
    <w:p w:rsidR="00B664C4" w:rsidRPr="009E0D86" w:rsidRDefault="00B664C4" w:rsidP="00D4120F">
      <w:pPr>
        <w:pStyle w:val="PlainText"/>
        <w:ind w:left="4320"/>
        <w:rPr>
          <w:rFonts w:ascii="Times New Roman" w:hAnsi="Times New Roman"/>
          <w:sz w:val="28"/>
          <w:szCs w:val="28"/>
        </w:rPr>
      </w:pPr>
      <w:r w:rsidRPr="009E0D86">
        <w:rPr>
          <w:rFonts w:ascii="Times New Roman" w:hAnsi="Times New Roman"/>
          <w:sz w:val="28"/>
          <w:szCs w:val="28"/>
        </w:rPr>
        <w:t xml:space="preserve">к решению Мглинского </w:t>
      </w:r>
    </w:p>
    <w:p w:rsidR="00B664C4" w:rsidRPr="009E0D86" w:rsidRDefault="00B664C4" w:rsidP="00D4120F">
      <w:pPr>
        <w:pStyle w:val="PlainText"/>
        <w:ind w:left="4320"/>
        <w:rPr>
          <w:rFonts w:ascii="Times New Roman" w:hAnsi="Times New Roman"/>
          <w:sz w:val="28"/>
          <w:szCs w:val="28"/>
        </w:rPr>
      </w:pPr>
      <w:r w:rsidRPr="009E0D86">
        <w:rPr>
          <w:rFonts w:ascii="Times New Roman" w:hAnsi="Times New Roman"/>
          <w:sz w:val="28"/>
          <w:szCs w:val="28"/>
        </w:rPr>
        <w:t>районного Совета народных депутатов</w:t>
      </w:r>
    </w:p>
    <w:p w:rsidR="00B664C4" w:rsidRPr="009E0D86" w:rsidRDefault="00B664C4" w:rsidP="00D4120F">
      <w:pPr>
        <w:tabs>
          <w:tab w:val="center" w:pos="4535"/>
          <w:tab w:val="right" w:pos="9071"/>
        </w:tabs>
        <w:ind w:left="4320"/>
        <w:rPr>
          <w:sz w:val="28"/>
          <w:szCs w:val="28"/>
        </w:rPr>
      </w:pPr>
      <w:r w:rsidRPr="009E0D86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26 ноября </w:t>
      </w:r>
      <w:r w:rsidRPr="00960868">
        <w:rPr>
          <w:sz w:val="28"/>
          <w:szCs w:val="28"/>
          <w:u w:val="single"/>
        </w:rPr>
        <w:t>2020</w:t>
      </w:r>
      <w:r w:rsidRPr="009E0D86">
        <w:rPr>
          <w:sz w:val="28"/>
          <w:szCs w:val="28"/>
        </w:rPr>
        <w:t xml:space="preserve"> года № </w:t>
      </w:r>
      <w:r>
        <w:rPr>
          <w:sz w:val="28"/>
          <w:szCs w:val="28"/>
          <w:u w:val="single"/>
        </w:rPr>
        <w:t>106</w:t>
      </w:r>
      <w:r w:rsidRPr="009E0D86">
        <w:rPr>
          <w:sz w:val="28"/>
          <w:szCs w:val="28"/>
        </w:rPr>
        <w:t xml:space="preserve">                                                                            </w:t>
      </w:r>
    </w:p>
    <w:p w:rsidR="00B664C4" w:rsidRDefault="00B664C4" w:rsidP="00D4120F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</w:t>
      </w:r>
    </w:p>
    <w:p w:rsidR="00B664C4" w:rsidRPr="00043A9D" w:rsidRDefault="00B664C4" w:rsidP="00D4120F">
      <w:pPr>
        <w:jc w:val="center"/>
        <w:rPr>
          <w:b/>
          <w:sz w:val="28"/>
          <w:szCs w:val="28"/>
        </w:rPr>
      </w:pPr>
      <w:r w:rsidRPr="00043A9D">
        <w:rPr>
          <w:b/>
          <w:sz w:val="28"/>
          <w:szCs w:val="28"/>
        </w:rPr>
        <w:t>ПРОГНОЗНЫЙ ПЛАН ( ПРОГРАММА)</w:t>
      </w:r>
    </w:p>
    <w:p w:rsidR="00B664C4" w:rsidRPr="00043A9D" w:rsidRDefault="00B664C4" w:rsidP="00D4120F">
      <w:pPr>
        <w:jc w:val="center"/>
        <w:rPr>
          <w:b/>
          <w:sz w:val="28"/>
          <w:szCs w:val="28"/>
        </w:rPr>
      </w:pPr>
      <w:r w:rsidRPr="00043A9D">
        <w:rPr>
          <w:b/>
          <w:sz w:val="28"/>
          <w:szCs w:val="28"/>
        </w:rPr>
        <w:t>ПРИВАТИЗАЦИИ МУНИЦИПАЛЬНОГО ИМУЩЕСТВА</w:t>
      </w:r>
    </w:p>
    <w:p w:rsidR="00B664C4" w:rsidRPr="00043A9D" w:rsidRDefault="00B664C4" w:rsidP="00D4120F">
      <w:pPr>
        <w:jc w:val="center"/>
        <w:rPr>
          <w:b/>
          <w:sz w:val="28"/>
          <w:szCs w:val="28"/>
        </w:rPr>
      </w:pPr>
      <w:r w:rsidRPr="00043A9D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21</w:t>
      </w:r>
      <w:r w:rsidRPr="00043A9D">
        <w:rPr>
          <w:b/>
          <w:sz w:val="28"/>
          <w:szCs w:val="28"/>
        </w:rPr>
        <w:t xml:space="preserve"> – 202</w:t>
      </w:r>
      <w:r>
        <w:rPr>
          <w:b/>
          <w:sz w:val="28"/>
          <w:szCs w:val="28"/>
        </w:rPr>
        <w:t>3</w:t>
      </w:r>
      <w:r w:rsidRPr="00043A9D">
        <w:rPr>
          <w:b/>
          <w:sz w:val="28"/>
          <w:szCs w:val="28"/>
        </w:rPr>
        <w:t xml:space="preserve"> ГОДЫ</w:t>
      </w:r>
    </w:p>
    <w:p w:rsidR="00B664C4" w:rsidRPr="00043A9D" w:rsidRDefault="00B664C4" w:rsidP="00D4120F">
      <w:pPr>
        <w:jc w:val="center"/>
        <w:rPr>
          <w:b/>
          <w:sz w:val="28"/>
          <w:szCs w:val="28"/>
        </w:rPr>
      </w:pPr>
    </w:p>
    <w:p w:rsidR="00B664C4" w:rsidRPr="00043A9D" w:rsidRDefault="00B664C4" w:rsidP="00D4120F">
      <w:pPr>
        <w:jc w:val="center"/>
        <w:rPr>
          <w:b/>
          <w:sz w:val="28"/>
          <w:szCs w:val="28"/>
        </w:rPr>
      </w:pPr>
      <w:r w:rsidRPr="00043A9D">
        <w:rPr>
          <w:b/>
          <w:sz w:val="28"/>
          <w:szCs w:val="28"/>
        </w:rPr>
        <w:t>Раздел 1.  Основные направления и задачи приватизации</w:t>
      </w:r>
    </w:p>
    <w:p w:rsidR="00B664C4" w:rsidRPr="00043A9D" w:rsidRDefault="00B664C4" w:rsidP="00D4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имущества в 2021 - 2023</w:t>
      </w:r>
      <w:r w:rsidRPr="00043A9D">
        <w:rPr>
          <w:b/>
          <w:sz w:val="28"/>
          <w:szCs w:val="28"/>
        </w:rPr>
        <w:t xml:space="preserve"> годах</w:t>
      </w:r>
    </w:p>
    <w:p w:rsidR="00B664C4" w:rsidRPr="00B14BD1" w:rsidRDefault="00B664C4" w:rsidP="00D4120F">
      <w:pPr>
        <w:rPr>
          <w:sz w:val="28"/>
          <w:szCs w:val="28"/>
        </w:rPr>
      </w:pPr>
    </w:p>
    <w:p w:rsidR="00B664C4" w:rsidRPr="00B14BD1" w:rsidRDefault="00B664C4" w:rsidP="00D4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14BD1">
        <w:rPr>
          <w:sz w:val="28"/>
          <w:szCs w:val="28"/>
        </w:rPr>
        <w:t>1. Прогнозный план приватизации</w:t>
      </w:r>
      <w:r>
        <w:rPr>
          <w:sz w:val="28"/>
          <w:szCs w:val="28"/>
        </w:rPr>
        <w:t xml:space="preserve"> муниципального имущества                на 2021 - 2023</w:t>
      </w:r>
      <w:r w:rsidRPr="00B14BD1">
        <w:rPr>
          <w:sz w:val="28"/>
          <w:szCs w:val="28"/>
        </w:rPr>
        <w:t xml:space="preserve"> годы разработан в соответствии с Федеральным законом от 21 декабря 2001 года № 178-ФЗ «О приватизации государственного и муниципального имущества».</w:t>
      </w:r>
    </w:p>
    <w:p w:rsidR="00B664C4" w:rsidRPr="00B14BD1" w:rsidRDefault="00B664C4" w:rsidP="00D4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14BD1">
        <w:rPr>
          <w:sz w:val="28"/>
          <w:szCs w:val="28"/>
        </w:rPr>
        <w:t>2. Приватизация муниципального имущества направлена на достижение соответствия состава муниципального имущества функциям и полномочиям органов местного самоуправления.</w:t>
      </w:r>
    </w:p>
    <w:p w:rsidR="00B664C4" w:rsidRPr="00B14BD1" w:rsidRDefault="00B664C4" w:rsidP="00D4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14BD1">
        <w:rPr>
          <w:sz w:val="28"/>
          <w:szCs w:val="28"/>
        </w:rPr>
        <w:t>3. Основными задачами приватизации муницип</w:t>
      </w:r>
      <w:r>
        <w:rPr>
          <w:sz w:val="28"/>
          <w:szCs w:val="28"/>
        </w:rPr>
        <w:t>ального имущества в 2021 - 2023</w:t>
      </w:r>
      <w:r w:rsidRPr="00B14BD1">
        <w:rPr>
          <w:sz w:val="28"/>
          <w:szCs w:val="28"/>
        </w:rPr>
        <w:t xml:space="preserve"> году являются:</w:t>
      </w:r>
    </w:p>
    <w:p w:rsidR="00B664C4" w:rsidRPr="00B14BD1" w:rsidRDefault="00B664C4" w:rsidP="00D4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14BD1">
        <w:rPr>
          <w:sz w:val="28"/>
          <w:szCs w:val="28"/>
        </w:rPr>
        <w:t xml:space="preserve">3.1. приватизация муниципального имущества, не задействованного в обеспечении выполнения функций и полномочий </w:t>
      </w:r>
      <w:r>
        <w:rPr>
          <w:sz w:val="28"/>
          <w:szCs w:val="28"/>
        </w:rPr>
        <w:t>Мглинского муниципального района Брянской области</w:t>
      </w:r>
      <w:r w:rsidRPr="00B14BD1">
        <w:rPr>
          <w:sz w:val="28"/>
          <w:szCs w:val="28"/>
        </w:rPr>
        <w:t>;</w:t>
      </w:r>
    </w:p>
    <w:p w:rsidR="00B664C4" w:rsidRDefault="00B664C4" w:rsidP="00D4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14BD1">
        <w:rPr>
          <w:sz w:val="28"/>
          <w:szCs w:val="28"/>
        </w:rPr>
        <w:t>3.2. формирование доходов местного бюджета.</w:t>
      </w:r>
    </w:p>
    <w:p w:rsidR="00B664C4" w:rsidRDefault="00B664C4" w:rsidP="00D4120F">
      <w:pPr>
        <w:jc w:val="both"/>
        <w:rPr>
          <w:sz w:val="28"/>
          <w:szCs w:val="28"/>
        </w:rPr>
      </w:pPr>
    </w:p>
    <w:p w:rsidR="00B664C4" w:rsidRPr="00B14BD1" w:rsidRDefault="00B664C4" w:rsidP="00D4120F">
      <w:pPr>
        <w:jc w:val="center"/>
        <w:rPr>
          <w:b/>
          <w:sz w:val="28"/>
          <w:szCs w:val="28"/>
        </w:rPr>
      </w:pPr>
      <w:r w:rsidRPr="00B14BD1">
        <w:rPr>
          <w:b/>
          <w:sz w:val="28"/>
          <w:szCs w:val="28"/>
        </w:rPr>
        <w:t>Раздел 11. Муниципальное имущество,</w:t>
      </w:r>
    </w:p>
    <w:p w:rsidR="00B664C4" w:rsidRDefault="00B664C4" w:rsidP="00D4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планируемое к приватизации в 2021-2023</w:t>
      </w:r>
      <w:r w:rsidRPr="00B14BD1">
        <w:rPr>
          <w:b/>
          <w:sz w:val="28"/>
          <w:szCs w:val="28"/>
        </w:rPr>
        <w:t xml:space="preserve"> годах</w:t>
      </w:r>
    </w:p>
    <w:p w:rsidR="00B664C4" w:rsidRPr="00B14BD1" w:rsidRDefault="00B664C4" w:rsidP="00D4120F">
      <w:pPr>
        <w:jc w:val="center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2520"/>
        <w:gridCol w:w="3826"/>
        <w:gridCol w:w="1134"/>
        <w:gridCol w:w="1985"/>
      </w:tblGrid>
      <w:tr w:rsidR="00B664C4" w:rsidTr="000C38D8">
        <w:trPr>
          <w:trHeight w:val="1472"/>
        </w:trPr>
        <w:tc>
          <w:tcPr>
            <w:tcW w:w="600" w:type="dxa"/>
          </w:tcPr>
          <w:p w:rsidR="00B664C4" w:rsidRPr="0092156D" w:rsidRDefault="00B664C4" w:rsidP="000C38D8">
            <w:pPr>
              <w:rPr>
                <w:b/>
                <w:i/>
                <w:sz w:val="22"/>
                <w:szCs w:val="22"/>
              </w:rPr>
            </w:pPr>
            <w:r w:rsidRPr="0092156D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520" w:type="dxa"/>
          </w:tcPr>
          <w:p w:rsidR="00B664C4" w:rsidRDefault="00B664C4" w:rsidP="000C38D8">
            <w:pPr>
              <w:jc w:val="both"/>
              <w:rPr>
                <w:b/>
                <w:i/>
                <w:sz w:val="22"/>
                <w:szCs w:val="22"/>
              </w:rPr>
            </w:pPr>
            <w:r w:rsidRPr="0092156D">
              <w:rPr>
                <w:b/>
                <w:i/>
                <w:sz w:val="22"/>
                <w:szCs w:val="22"/>
              </w:rPr>
              <w:t xml:space="preserve">Наименование </w:t>
            </w:r>
            <w:r>
              <w:rPr>
                <w:b/>
                <w:i/>
                <w:sz w:val="22"/>
                <w:szCs w:val="22"/>
              </w:rPr>
              <w:t xml:space="preserve"> муници-</w:t>
            </w:r>
          </w:p>
          <w:p w:rsidR="00B664C4" w:rsidRPr="0092156D" w:rsidRDefault="00B664C4" w:rsidP="000C38D8">
            <w:pPr>
              <w:jc w:val="both"/>
              <w:rPr>
                <w:b/>
                <w:i/>
                <w:sz w:val="22"/>
                <w:szCs w:val="22"/>
              </w:rPr>
            </w:pPr>
            <w:r w:rsidRPr="0092156D">
              <w:rPr>
                <w:b/>
                <w:i/>
                <w:sz w:val="22"/>
                <w:szCs w:val="22"/>
              </w:rPr>
              <w:t>пального имущества, планируем</w:t>
            </w:r>
            <w:r>
              <w:rPr>
                <w:b/>
                <w:i/>
                <w:sz w:val="22"/>
                <w:szCs w:val="22"/>
              </w:rPr>
              <w:t>ого</w:t>
            </w:r>
            <w:r w:rsidRPr="0092156D">
              <w:rPr>
                <w:b/>
                <w:i/>
                <w:sz w:val="22"/>
                <w:szCs w:val="22"/>
              </w:rPr>
              <w:t xml:space="preserve">  к приватизации в 201</w:t>
            </w:r>
            <w:r>
              <w:rPr>
                <w:b/>
                <w:i/>
                <w:sz w:val="22"/>
                <w:szCs w:val="22"/>
              </w:rPr>
              <w:t>8</w:t>
            </w:r>
            <w:r w:rsidRPr="0092156D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- 2020</w:t>
            </w:r>
            <w:r w:rsidRPr="0092156D">
              <w:rPr>
                <w:b/>
                <w:i/>
                <w:sz w:val="22"/>
                <w:szCs w:val="22"/>
              </w:rPr>
              <w:t>год</w:t>
            </w:r>
            <w:r>
              <w:rPr>
                <w:b/>
                <w:i/>
                <w:sz w:val="22"/>
                <w:szCs w:val="22"/>
              </w:rPr>
              <w:t>ах</w:t>
            </w:r>
          </w:p>
        </w:tc>
        <w:tc>
          <w:tcPr>
            <w:tcW w:w="3826" w:type="dxa"/>
          </w:tcPr>
          <w:p w:rsidR="00B664C4" w:rsidRPr="0092156D" w:rsidRDefault="00B664C4" w:rsidP="00D4120F">
            <w:pPr>
              <w:jc w:val="center"/>
              <w:rPr>
                <w:b/>
                <w:i/>
                <w:sz w:val="22"/>
                <w:szCs w:val="22"/>
              </w:rPr>
            </w:pPr>
            <w:r w:rsidRPr="0092156D">
              <w:rPr>
                <w:b/>
                <w:i/>
                <w:sz w:val="22"/>
                <w:szCs w:val="22"/>
              </w:rPr>
              <w:t>Характеристика  муниципального имущества, подлежащего приватизации в 20</w:t>
            </w:r>
            <w:r>
              <w:rPr>
                <w:b/>
                <w:i/>
                <w:sz w:val="22"/>
                <w:szCs w:val="22"/>
              </w:rPr>
              <w:t>21 -2023</w:t>
            </w:r>
            <w:r w:rsidRPr="0092156D">
              <w:rPr>
                <w:b/>
                <w:i/>
                <w:sz w:val="22"/>
                <w:szCs w:val="22"/>
              </w:rPr>
              <w:t xml:space="preserve"> год</w:t>
            </w:r>
            <w:r>
              <w:rPr>
                <w:b/>
                <w:i/>
                <w:sz w:val="22"/>
                <w:szCs w:val="22"/>
              </w:rPr>
              <w:t>ах</w:t>
            </w:r>
          </w:p>
        </w:tc>
        <w:tc>
          <w:tcPr>
            <w:tcW w:w="1134" w:type="dxa"/>
          </w:tcPr>
          <w:p w:rsidR="00B664C4" w:rsidRPr="0092156D" w:rsidRDefault="00B664C4" w:rsidP="000C38D8">
            <w:pPr>
              <w:jc w:val="center"/>
              <w:rPr>
                <w:b/>
                <w:i/>
                <w:sz w:val="22"/>
                <w:szCs w:val="22"/>
              </w:rPr>
            </w:pPr>
            <w:r w:rsidRPr="0092156D">
              <w:rPr>
                <w:b/>
                <w:i/>
                <w:sz w:val="22"/>
                <w:szCs w:val="22"/>
              </w:rPr>
              <w:t>Предпо</w:t>
            </w:r>
            <w:r>
              <w:rPr>
                <w:b/>
                <w:i/>
                <w:sz w:val="22"/>
                <w:szCs w:val="22"/>
              </w:rPr>
              <w:t>-</w:t>
            </w:r>
            <w:r w:rsidRPr="0092156D">
              <w:rPr>
                <w:b/>
                <w:i/>
                <w:sz w:val="22"/>
                <w:szCs w:val="22"/>
              </w:rPr>
              <w:t>лагаемые сроки приватизации</w:t>
            </w:r>
          </w:p>
        </w:tc>
        <w:tc>
          <w:tcPr>
            <w:tcW w:w="1985" w:type="dxa"/>
          </w:tcPr>
          <w:p w:rsidR="00B664C4" w:rsidRPr="0092156D" w:rsidRDefault="00B664C4" w:rsidP="000C38D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Начальная цена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1.</w:t>
            </w:r>
          </w:p>
        </w:tc>
        <w:tc>
          <w:tcPr>
            <w:tcW w:w="2520" w:type="dxa"/>
          </w:tcPr>
          <w:p w:rsidR="00B664C4" w:rsidRPr="00D233FB" w:rsidRDefault="00B664C4" w:rsidP="000C38D8">
            <w:pPr>
              <w:rPr>
                <w:b/>
                <w:sz w:val="22"/>
                <w:szCs w:val="22"/>
              </w:rPr>
            </w:pPr>
            <w:r w:rsidRPr="00D233FB">
              <w:rPr>
                <w:b/>
                <w:sz w:val="22"/>
                <w:szCs w:val="22"/>
              </w:rPr>
              <w:t>Здание</w:t>
            </w:r>
          </w:p>
          <w:p w:rsidR="00B664C4" w:rsidRPr="004B5273" w:rsidRDefault="00B664C4" w:rsidP="000C38D8">
            <w:pPr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Адрес объекта: Брянская область, Мглинский район, г.Мглин, ул.Первомайская, д.27</w:t>
            </w:r>
          </w:p>
        </w:tc>
        <w:tc>
          <w:tcPr>
            <w:tcW w:w="3826" w:type="dxa"/>
          </w:tcPr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Назначение: нежилое, 1-этажный (подземных этажей – 0), общая площадь 102 кв.м., инв.№3110, лит.А., год ввода в эксплуатацию- </w:t>
            </w:r>
            <w:smartTag w:uri="urn:schemas-microsoft-com:office:smarttags" w:element="metricconverter">
              <w:smartTagPr>
                <w:attr w:name="ProductID" w:val="1984 г"/>
              </w:smartTagPr>
              <w:r w:rsidRPr="004B5273">
                <w:rPr>
                  <w:sz w:val="22"/>
                  <w:szCs w:val="22"/>
                </w:rPr>
                <w:t>1984 г</w:t>
              </w:r>
            </w:smartTag>
            <w:r w:rsidRPr="004B5273">
              <w:rPr>
                <w:sz w:val="22"/>
                <w:szCs w:val="22"/>
              </w:rPr>
              <w:t>., балансовая стоимость – 197557 рублей, износ – 100%,  остаточная стоимость – 0 рублей;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20" w:type="dxa"/>
          </w:tcPr>
          <w:p w:rsidR="00B664C4" w:rsidRPr="00447B80" w:rsidRDefault="00B664C4" w:rsidP="000C38D8">
            <w:pPr>
              <w:rPr>
                <w:b/>
                <w:sz w:val="24"/>
                <w:szCs w:val="24"/>
              </w:rPr>
            </w:pPr>
            <w:r w:rsidRPr="00447B80">
              <w:rPr>
                <w:b/>
                <w:sz w:val="24"/>
                <w:szCs w:val="24"/>
              </w:rPr>
              <w:t>Административное здание</w:t>
            </w:r>
            <w:r>
              <w:rPr>
                <w:b/>
                <w:sz w:val="24"/>
                <w:szCs w:val="24"/>
              </w:rPr>
              <w:t xml:space="preserve"> (помещения №13-24)</w:t>
            </w:r>
          </w:p>
          <w:p w:rsidR="00B664C4" w:rsidRPr="00447B80" w:rsidRDefault="00B664C4" w:rsidP="000C38D8">
            <w:pPr>
              <w:rPr>
                <w:sz w:val="24"/>
                <w:szCs w:val="24"/>
              </w:rPr>
            </w:pPr>
            <w:r w:rsidRPr="00447B80">
              <w:rPr>
                <w:sz w:val="24"/>
                <w:szCs w:val="24"/>
              </w:rPr>
              <w:t>Адрес объекта: Брянская область, Мглинский район, г.Мглин,</w:t>
            </w:r>
          </w:p>
          <w:p w:rsidR="00B664C4" w:rsidRPr="00447B80" w:rsidRDefault="00B664C4" w:rsidP="000C38D8">
            <w:pPr>
              <w:rPr>
                <w:sz w:val="24"/>
                <w:szCs w:val="24"/>
              </w:rPr>
            </w:pPr>
            <w:r w:rsidRPr="00447B80">
              <w:rPr>
                <w:sz w:val="24"/>
                <w:szCs w:val="24"/>
              </w:rPr>
              <w:t>ул.Октябрьская, д.1</w:t>
            </w:r>
          </w:p>
        </w:tc>
        <w:tc>
          <w:tcPr>
            <w:tcW w:w="3826" w:type="dxa"/>
          </w:tcPr>
          <w:p w:rsidR="00B664C4" w:rsidRPr="00447B80" w:rsidRDefault="00B664C4" w:rsidP="000C38D8">
            <w:pPr>
              <w:jc w:val="both"/>
              <w:rPr>
                <w:sz w:val="24"/>
                <w:szCs w:val="24"/>
              </w:rPr>
            </w:pPr>
            <w:r w:rsidRPr="00447B80">
              <w:rPr>
                <w:sz w:val="24"/>
                <w:szCs w:val="24"/>
              </w:rPr>
              <w:t>Назначение: нежилое, 1-этажный (подземных этажей – 0), общая площадь 391,2 кв.м., инв.№1067, лит.А, год ввода в эксплуатацию-</w:t>
            </w:r>
            <w:smartTag w:uri="urn:schemas-microsoft-com:office:smarttags" w:element="metricconverter">
              <w:smartTagPr>
                <w:attr w:name="ProductID" w:val="1938 г"/>
              </w:smartTagPr>
              <w:r w:rsidRPr="00447B80">
                <w:rPr>
                  <w:sz w:val="24"/>
                  <w:szCs w:val="24"/>
                </w:rPr>
                <w:t>1938 г</w:t>
              </w:r>
            </w:smartTag>
            <w:r w:rsidRPr="00447B80">
              <w:rPr>
                <w:sz w:val="24"/>
                <w:szCs w:val="24"/>
              </w:rPr>
              <w:t>., балансовая стоимость – 242999 рублей , износ – 100%,  остаточная стоимость – 0 рублей;</w:t>
            </w:r>
          </w:p>
        </w:tc>
        <w:tc>
          <w:tcPr>
            <w:tcW w:w="1134" w:type="dxa"/>
          </w:tcPr>
          <w:p w:rsidR="00B664C4" w:rsidRPr="00447B80" w:rsidRDefault="00B664C4" w:rsidP="000C38D8">
            <w:pPr>
              <w:jc w:val="center"/>
              <w:rPr>
                <w:sz w:val="24"/>
                <w:szCs w:val="24"/>
              </w:rPr>
            </w:pPr>
            <w:r w:rsidRPr="00447B80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4"/>
                <w:szCs w:val="24"/>
              </w:rPr>
            </w:pPr>
            <w:r w:rsidRPr="00B14BD1">
              <w:rPr>
                <w:sz w:val="24"/>
                <w:szCs w:val="24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B5273">
              <w:rPr>
                <w:sz w:val="22"/>
                <w:szCs w:val="22"/>
              </w:rPr>
              <w:t>.</w:t>
            </w:r>
          </w:p>
        </w:tc>
        <w:tc>
          <w:tcPr>
            <w:tcW w:w="2520" w:type="dxa"/>
          </w:tcPr>
          <w:p w:rsidR="00B664C4" w:rsidRPr="00D233FB" w:rsidRDefault="00B664C4" w:rsidP="000C38D8">
            <w:pPr>
              <w:rPr>
                <w:b/>
                <w:sz w:val="22"/>
                <w:szCs w:val="22"/>
              </w:rPr>
            </w:pPr>
            <w:r w:rsidRPr="00D233FB">
              <w:rPr>
                <w:b/>
                <w:sz w:val="22"/>
                <w:szCs w:val="22"/>
              </w:rPr>
              <w:t>Комплекс Деременской  больницы</w:t>
            </w:r>
          </w:p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B5273">
              <w:rPr>
                <w:sz w:val="22"/>
                <w:szCs w:val="22"/>
              </w:rPr>
              <w:t xml:space="preserve">ос.Дуброва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Мглинского района</w:t>
            </w:r>
          </w:p>
          <w:p w:rsidR="00B664C4" w:rsidRPr="004B5273" w:rsidRDefault="00B664C4" w:rsidP="000C38D8">
            <w:pPr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Брянской области</w:t>
            </w:r>
          </w:p>
        </w:tc>
        <w:tc>
          <w:tcPr>
            <w:tcW w:w="3826" w:type="dxa"/>
          </w:tcPr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 w:rsidRPr="00D233FB">
              <w:rPr>
                <w:b/>
                <w:sz w:val="22"/>
                <w:szCs w:val="22"/>
              </w:rPr>
              <w:t xml:space="preserve">1.Здание поликлиники 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Назначение: нежилое, 1-этажный (подземных этажей – 0), бревенчатое, обложенное кирпичем, общая площадь 284,9 кв.м., инв. №7009, лит.А., </w:t>
            </w:r>
            <w:smartTag w:uri="urn:schemas-microsoft-com:office:smarttags" w:element="metricconverter">
              <w:smartTagPr>
                <w:attr w:name="ProductID" w:val="1970 г"/>
              </w:smartTagPr>
              <w:r w:rsidRPr="004B5273">
                <w:rPr>
                  <w:sz w:val="22"/>
                  <w:szCs w:val="22"/>
                </w:rPr>
                <w:t>1970 г</w:t>
              </w:r>
            </w:smartTag>
            <w:r w:rsidRPr="004B5273">
              <w:rPr>
                <w:sz w:val="22"/>
                <w:szCs w:val="22"/>
              </w:rPr>
              <w:t>., балансовая стоимость – 305737 руб</w:t>
            </w:r>
            <w:r>
              <w:rPr>
                <w:sz w:val="22"/>
                <w:szCs w:val="22"/>
              </w:rPr>
              <w:t>.</w:t>
            </w:r>
            <w:r w:rsidRPr="004B5273">
              <w:rPr>
                <w:sz w:val="22"/>
                <w:szCs w:val="22"/>
              </w:rPr>
              <w:t>25 коп</w:t>
            </w:r>
            <w:r>
              <w:rPr>
                <w:sz w:val="22"/>
                <w:szCs w:val="22"/>
              </w:rPr>
              <w:t xml:space="preserve">., </w:t>
            </w:r>
            <w:r w:rsidRPr="004B5273">
              <w:rPr>
                <w:sz w:val="22"/>
                <w:szCs w:val="22"/>
              </w:rPr>
              <w:t xml:space="preserve"> износ – 100%,  остаточная стоимость – 0 рублей;</w:t>
            </w:r>
          </w:p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 w:rsidRPr="00D233FB">
              <w:rPr>
                <w:b/>
                <w:sz w:val="22"/>
                <w:szCs w:val="22"/>
              </w:rPr>
              <w:t xml:space="preserve">2. Стационар 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1-этажный (подземных этажей – 0), кирпичное,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 общая площадь 176,2 кв.м., инв. № 6996, лит.Д, 1969 года, балансовая стоимость – 704630,50 рублей , износ – 100%,  остаточная стоимость – 0 рублей; </w:t>
            </w:r>
          </w:p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 w:rsidRPr="00D233FB">
              <w:rPr>
                <w:b/>
                <w:sz w:val="22"/>
                <w:szCs w:val="22"/>
              </w:rPr>
              <w:t xml:space="preserve">3. Гараж  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1-этажный (подземных этажей – 0), кирпичный,  общая площадь 54,6 кв.м., инв. № 7005, лит. Г, 1965г., балансовая стоимость – 78081,50 рублей , износ – 100%,  остаточная стоимость – 0 рублей;</w:t>
            </w:r>
          </w:p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 </w:t>
            </w:r>
            <w:r w:rsidRPr="00D233FB">
              <w:rPr>
                <w:b/>
                <w:sz w:val="22"/>
                <w:szCs w:val="22"/>
              </w:rPr>
              <w:t xml:space="preserve">4. Склад 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Назначение: нежилое, 1-этажный (подземных этажей – 0), общая площадь 71,4 кв.м., инв. №7006, лит.В., </w:t>
            </w:r>
            <w:smartTag w:uri="urn:schemas-microsoft-com:office:smarttags" w:element="metricconverter">
              <w:smartTagPr>
                <w:attr w:name="ProductID" w:val="1975 г"/>
              </w:smartTagPr>
              <w:r w:rsidRPr="004B5273">
                <w:rPr>
                  <w:sz w:val="22"/>
                  <w:szCs w:val="22"/>
                </w:rPr>
                <w:t>1975 г</w:t>
              </w:r>
            </w:smartTag>
            <w:r w:rsidRPr="004B5273">
              <w:rPr>
                <w:sz w:val="22"/>
                <w:szCs w:val="22"/>
              </w:rPr>
              <w:t xml:space="preserve">.., балансовая стоимость – 9485,00 рублей , износ – 100%,  остаточная стоимость – 0 рублей;- </w:t>
            </w:r>
          </w:p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 </w:t>
            </w:r>
            <w:r w:rsidRPr="00D233FB">
              <w:rPr>
                <w:b/>
                <w:sz w:val="22"/>
                <w:szCs w:val="22"/>
              </w:rPr>
              <w:t>5.Кухня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Назначение: нежилое, 1-этажный (подземных этажей – 0),  кирпичное, общая площадь 49,1 кв.м., инв. № 6993, лит. М, </w:t>
            </w:r>
            <w:smartTag w:uri="urn:schemas-microsoft-com:office:smarttags" w:element="metricconverter">
              <w:smartTagPr>
                <w:attr w:name="ProductID" w:val="1972 г"/>
              </w:smartTagPr>
              <w:r w:rsidRPr="004B5273">
                <w:rPr>
                  <w:sz w:val="22"/>
                  <w:szCs w:val="22"/>
                </w:rPr>
                <w:t>1972 г</w:t>
              </w:r>
            </w:smartTag>
            <w:r w:rsidRPr="004B5273">
              <w:rPr>
                <w:sz w:val="22"/>
                <w:szCs w:val="22"/>
              </w:rPr>
              <w:t>., балансовая стоимость – 160214,25 рублей , износ – 100%,  остаточная стоимость – 0 рублей;</w:t>
            </w:r>
          </w:p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 w:rsidRPr="00D233FB">
              <w:rPr>
                <w:b/>
                <w:sz w:val="22"/>
                <w:szCs w:val="22"/>
              </w:rPr>
              <w:t>6. Сарай (конюшня)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Назначение: нежилое, 1-этажный (подземных этажей – 0), тесовый,  общая площадь 70,1 кв.м., инв. №7008, лит.Б., </w:t>
            </w:r>
            <w:smartTag w:uri="urn:schemas-microsoft-com:office:smarttags" w:element="metricconverter">
              <w:smartTagPr>
                <w:attr w:name="ProductID" w:val="1972 г"/>
              </w:smartTagPr>
              <w:r w:rsidRPr="004B5273">
                <w:rPr>
                  <w:sz w:val="22"/>
                  <w:szCs w:val="22"/>
                </w:rPr>
                <w:t>1972 г</w:t>
              </w:r>
            </w:smartTag>
            <w:r w:rsidRPr="004B5273">
              <w:rPr>
                <w:sz w:val="22"/>
                <w:szCs w:val="22"/>
              </w:rPr>
              <w:t xml:space="preserve">., балансовая стоимость – 40451,25 рублей , износ – 100%,  остаточная стоимость – 0 рублей;- </w:t>
            </w:r>
          </w:p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 w:rsidRPr="00D233FB">
              <w:rPr>
                <w:b/>
                <w:sz w:val="22"/>
                <w:szCs w:val="22"/>
              </w:rPr>
              <w:t xml:space="preserve">7. Прачка 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1-этажный (подземных этажей – 0), бревенчатое,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 xml:space="preserve"> общая площадь 38,6 кв.м., инв. № 6995, лит. К, 1970г., балансовая стоимость – 80549,00 рублей , износ – 100%,  остаточная стоимость – 0 рублей;- </w:t>
            </w:r>
          </w:p>
          <w:p w:rsidR="00B664C4" w:rsidRPr="00D233FB" w:rsidRDefault="00B664C4" w:rsidP="000C38D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Сарай (склад) </w:t>
            </w:r>
          </w:p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1-этажный (подземных этажей – 0), кирпичный,  общая площадь 109,0 кв.м., инв. № 6994, лит. Л, 1982г., балансовая стоимость –46343,50 рублей , износ – 100%,  остаточная стоимо</w:t>
            </w:r>
            <w:r>
              <w:rPr>
                <w:sz w:val="22"/>
                <w:szCs w:val="22"/>
              </w:rPr>
              <w:t>сть – 0 рублей;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B5273">
              <w:rPr>
                <w:sz w:val="22"/>
                <w:szCs w:val="22"/>
              </w:rPr>
              <w:t>.</w:t>
            </w:r>
          </w:p>
        </w:tc>
        <w:tc>
          <w:tcPr>
            <w:tcW w:w="2520" w:type="dxa"/>
          </w:tcPr>
          <w:p w:rsidR="00B664C4" w:rsidRPr="006B25D4" w:rsidRDefault="00B664C4" w:rsidP="000C38D8">
            <w:pPr>
              <w:rPr>
                <w:b/>
                <w:sz w:val="22"/>
                <w:szCs w:val="22"/>
              </w:rPr>
            </w:pPr>
            <w:r w:rsidRPr="006B25D4">
              <w:rPr>
                <w:b/>
                <w:sz w:val="22"/>
                <w:szCs w:val="22"/>
              </w:rPr>
              <w:t xml:space="preserve">Здание </w:t>
            </w:r>
            <w:r>
              <w:rPr>
                <w:b/>
                <w:sz w:val="22"/>
                <w:szCs w:val="22"/>
              </w:rPr>
              <w:t>конторы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Брянская </w:t>
            </w:r>
            <w:r>
              <w:rPr>
                <w:sz w:val="22"/>
                <w:szCs w:val="22"/>
              </w:rPr>
              <w:t xml:space="preserve">область, </w:t>
            </w:r>
            <w:r w:rsidRPr="001C6F89">
              <w:rPr>
                <w:sz w:val="22"/>
                <w:szCs w:val="22"/>
              </w:rPr>
              <w:t>Мглин</w:t>
            </w:r>
            <w:r>
              <w:rPr>
                <w:sz w:val="22"/>
                <w:szCs w:val="22"/>
              </w:rPr>
              <w:t xml:space="preserve">ский район,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Мглин,</w:t>
            </w:r>
          </w:p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д.168</w:t>
            </w:r>
          </w:p>
        </w:tc>
        <w:tc>
          <w:tcPr>
            <w:tcW w:w="3826" w:type="dxa"/>
          </w:tcPr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2 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>470,7</w:t>
            </w:r>
            <w:r w:rsidRPr="004B5273">
              <w:rPr>
                <w:sz w:val="22"/>
                <w:szCs w:val="22"/>
              </w:rPr>
              <w:t xml:space="preserve"> кв.м., год ввода в эксплуатацию- 19</w:t>
            </w:r>
            <w:r>
              <w:rPr>
                <w:sz w:val="22"/>
                <w:szCs w:val="22"/>
              </w:rPr>
              <w:t>85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>
              <w:t>20339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rPr>
                <w:sz w:val="22"/>
                <w:szCs w:val="22"/>
              </w:rPr>
              <w:t>18406 рублей</w:t>
            </w:r>
            <w:r w:rsidRPr="004B5273">
              <w:rPr>
                <w:sz w:val="22"/>
                <w:szCs w:val="22"/>
              </w:rPr>
              <w:t>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842F3B">
        <w:trPr>
          <w:trHeight w:val="1545"/>
        </w:trPr>
        <w:tc>
          <w:tcPr>
            <w:tcW w:w="600" w:type="dxa"/>
          </w:tcPr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520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 w:rsidRPr="00F04F28">
              <w:rPr>
                <w:b/>
                <w:sz w:val="22"/>
                <w:szCs w:val="22"/>
              </w:rPr>
              <w:t>Сарай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Брянская </w:t>
            </w:r>
            <w:r>
              <w:rPr>
                <w:sz w:val="22"/>
                <w:szCs w:val="22"/>
              </w:rPr>
              <w:t xml:space="preserve">область, </w:t>
            </w:r>
            <w:r w:rsidRPr="001C6F89">
              <w:rPr>
                <w:sz w:val="22"/>
                <w:szCs w:val="22"/>
              </w:rPr>
              <w:t>Мглин</w:t>
            </w:r>
            <w:r>
              <w:rPr>
                <w:sz w:val="22"/>
                <w:szCs w:val="22"/>
              </w:rPr>
              <w:t xml:space="preserve">ский район,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Быковка,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д.2 а</w:t>
            </w:r>
          </w:p>
          <w:p w:rsidR="00B664C4" w:rsidRPr="00F04F28" w:rsidRDefault="00B664C4" w:rsidP="000C38D8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</w:tcPr>
          <w:p w:rsidR="00B664C4" w:rsidRPr="00842F3B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1 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>35,6</w:t>
            </w:r>
            <w:r w:rsidRPr="004B5273">
              <w:rPr>
                <w:sz w:val="22"/>
                <w:szCs w:val="22"/>
              </w:rPr>
              <w:t xml:space="preserve"> кв.м., год ввода в эксплуатацию- </w:t>
            </w:r>
            <w:r>
              <w:rPr>
                <w:sz w:val="22"/>
                <w:szCs w:val="22"/>
              </w:rPr>
              <w:t>2000год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>
              <w:t>5 819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rPr>
                <w:sz w:val="22"/>
                <w:szCs w:val="22"/>
              </w:rPr>
              <w:t>0 рублей</w:t>
            </w:r>
            <w:r w:rsidRPr="004B5273">
              <w:rPr>
                <w:sz w:val="22"/>
                <w:szCs w:val="22"/>
              </w:rPr>
              <w:t>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20" w:type="dxa"/>
          </w:tcPr>
          <w:p w:rsidR="00B664C4" w:rsidRPr="006B25D4" w:rsidRDefault="00B664C4" w:rsidP="000C38D8">
            <w:pPr>
              <w:rPr>
                <w:b/>
                <w:sz w:val="22"/>
                <w:szCs w:val="22"/>
              </w:rPr>
            </w:pPr>
            <w:r w:rsidRPr="006B25D4">
              <w:rPr>
                <w:b/>
                <w:sz w:val="22"/>
                <w:szCs w:val="22"/>
              </w:rPr>
              <w:t>Здание мастерской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Брянская </w:t>
            </w:r>
            <w:r>
              <w:rPr>
                <w:sz w:val="22"/>
                <w:szCs w:val="22"/>
              </w:rPr>
              <w:t xml:space="preserve">область, </w:t>
            </w:r>
            <w:r w:rsidRPr="001C6F89">
              <w:rPr>
                <w:sz w:val="22"/>
                <w:szCs w:val="22"/>
              </w:rPr>
              <w:t>Мглин</w:t>
            </w:r>
            <w:r>
              <w:rPr>
                <w:sz w:val="22"/>
                <w:szCs w:val="22"/>
              </w:rPr>
              <w:t xml:space="preserve">ский район,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Нетяговка,</w:t>
            </w:r>
          </w:p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Школьная, д.8</w:t>
            </w:r>
          </w:p>
        </w:tc>
        <w:tc>
          <w:tcPr>
            <w:tcW w:w="3826" w:type="dxa"/>
          </w:tcPr>
          <w:p w:rsidR="00B664C4" w:rsidRPr="004B5273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1 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>72,3</w:t>
            </w:r>
            <w:r w:rsidRPr="004B5273">
              <w:rPr>
                <w:sz w:val="22"/>
                <w:szCs w:val="22"/>
              </w:rPr>
              <w:t xml:space="preserve"> кв.м., год ввода в эксплуатацию- 19</w:t>
            </w:r>
            <w:r>
              <w:rPr>
                <w:sz w:val="22"/>
                <w:szCs w:val="22"/>
              </w:rPr>
              <w:t>60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>
              <w:rPr>
                <w:sz w:val="22"/>
                <w:szCs w:val="22"/>
              </w:rPr>
              <w:t>47996,00</w:t>
            </w:r>
            <w:r w:rsidRPr="004B5273">
              <w:rPr>
                <w:sz w:val="22"/>
                <w:szCs w:val="22"/>
              </w:rPr>
              <w:t xml:space="preserve"> 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 xml:space="preserve">, износ – </w:t>
            </w:r>
            <w:r>
              <w:rPr>
                <w:sz w:val="22"/>
                <w:szCs w:val="22"/>
              </w:rPr>
              <w:t>100</w:t>
            </w:r>
            <w:r w:rsidRPr="004B5273">
              <w:rPr>
                <w:sz w:val="22"/>
                <w:szCs w:val="22"/>
              </w:rPr>
              <w:t>%,  остаточная стоимость –</w:t>
            </w:r>
            <w:r>
              <w:rPr>
                <w:sz w:val="22"/>
                <w:szCs w:val="22"/>
              </w:rPr>
              <w:t>0 рублей</w:t>
            </w:r>
            <w:r w:rsidRPr="004B5273">
              <w:rPr>
                <w:sz w:val="22"/>
                <w:szCs w:val="22"/>
              </w:rPr>
              <w:t>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20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Комплекс  Деременской школы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Pr="00EA337A" w:rsidRDefault="00B664C4" w:rsidP="000C38D8">
            <w:pPr>
              <w:rPr>
                <w:sz w:val="22"/>
                <w:szCs w:val="22"/>
              </w:rPr>
            </w:pPr>
            <w:r w:rsidRPr="00EA337A">
              <w:rPr>
                <w:sz w:val="22"/>
                <w:szCs w:val="22"/>
              </w:rPr>
              <w:t>Брянская обл., Мглинский район, c. Деремна,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EA337A">
              <w:rPr>
                <w:sz w:val="22"/>
                <w:szCs w:val="22"/>
              </w:rPr>
              <w:t xml:space="preserve"> ул. Советская, д.1</w:t>
            </w:r>
          </w:p>
          <w:p w:rsidR="00B664C4" w:rsidRPr="005664E6" w:rsidRDefault="00B664C4" w:rsidP="000C38D8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Здание школы</w:t>
            </w:r>
          </w:p>
          <w:p w:rsidR="00B664C4" w:rsidRPr="00842F3B" w:rsidRDefault="00B664C4" w:rsidP="000C38D8">
            <w:pPr>
              <w:jc w:val="both"/>
              <w:rPr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2 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 w:rsidRPr="00EA337A">
              <w:rPr>
                <w:sz w:val="22"/>
                <w:szCs w:val="22"/>
              </w:rPr>
              <w:t>1735,6</w:t>
            </w:r>
            <w:r>
              <w:rPr>
                <w:sz w:val="22"/>
                <w:szCs w:val="22"/>
              </w:rPr>
              <w:t xml:space="preserve"> </w:t>
            </w:r>
            <w:r w:rsidRPr="004B5273">
              <w:rPr>
                <w:sz w:val="22"/>
                <w:szCs w:val="22"/>
              </w:rPr>
              <w:t>кв.м., год ввода в эксплуатацию- 19</w:t>
            </w:r>
            <w:r>
              <w:rPr>
                <w:sz w:val="22"/>
                <w:szCs w:val="22"/>
              </w:rPr>
              <w:t>76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 w:rsidRPr="00EA337A">
              <w:t>2668236</w:t>
            </w:r>
            <w:r>
              <w:rPr>
                <w:szCs w:val="22"/>
              </w:rPr>
              <w:t xml:space="preserve"> 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rPr>
                <w:sz w:val="22"/>
                <w:szCs w:val="22"/>
              </w:rPr>
              <w:t>0 рублей</w:t>
            </w:r>
            <w:r w:rsidRPr="004B5273">
              <w:rPr>
                <w:sz w:val="22"/>
                <w:szCs w:val="22"/>
              </w:rPr>
              <w:t>;</w:t>
            </w:r>
          </w:p>
          <w:p w:rsidR="00B664C4" w:rsidRPr="00CA35AB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Газовая к</w:t>
            </w:r>
            <w:r w:rsidRPr="00EA337A">
              <w:rPr>
                <w:b/>
                <w:sz w:val="22"/>
                <w:szCs w:val="22"/>
              </w:rPr>
              <w:t>отельная</w:t>
            </w:r>
          </w:p>
          <w:p w:rsidR="00B664C4" w:rsidRPr="00842F3B" w:rsidRDefault="00B664C4" w:rsidP="000C38D8">
            <w:pPr>
              <w:jc w:val="both"/>
              <w:rPr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1этаж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 xml:space="preserve">9,3 </w:t>
            </w:r>
            <w:r w:rsidRPr="004B5273">
              <w:rPr>
                <w:sz w:val="22"/>
                <w:szCs w:val="22"/>
              </w:rPr>
              <w:t xml:space="preserve">кв.м., год ввода в эксплуатацию- </w:t>
            </w:r>
            <w:r>
              <w:rPr>
                <w:sz w:val="22"/>
                <w:szCs w:val="22"/>
              </w:rPr>
              <w:t>2003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 w:rsidRPr="00D74857">
              <w:t>1253266</w:t>
            </w:r>
            <w:r>
              <w:rPr>
                <w:szCs w:val="22"/>
              </w:rPr>
              <w:t xml:space="preserve"> 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t xml:space="preserve"> </w:t>
            </w:r>
            <w:r w:rsidRPr="00D74857">
              <w:rPr>
                <w:sz w:val="22"/>
                <w:szCs w:val="22"/>
              </w:rPr>
              <w:t>937018</w:t>
            </w:r>
            <w:r>
              <w:rPr>
                <w:sz w:val="22"/>
                <w:szCs w:val="22"/>
              </w:rPr>
              <w:t xml:space="preserve"> рублей</w:t>
            </w:r>
            <w:r w:rsidRPr="004B5273">
              <w:rPr>
                <w:sz w:val="22"/>
                <w:szCs w:val="22"/>
              </w:rPr>
              <w:t>;</w:t>
            </w:r>
          </w:p>
          <w:p w:rsidR="00B664C4" w:rsidRPr="00D74857" w:rsidRDefault="00B664C4" w:rsidP="000C38D8">
            <w:pPr>
              <w:rPr>
                <w:b/>
                <w:sz w:val="22"/>
                <w:szCs w:val="22"/>
              </w:rPr>
            </w:pPr>
            <w:r w:rsidRPr="00D74857">
              <w:rPr>
                <w:b/>
                <w:sz w:val="22"/>
                <w:szCs w:val="22"/>
              </w:rPr>
              <w:t xml:space="preserve">Сарай 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1этаж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 xml:space="preserve">80 </w:t>
            </w:r>
            <w:r w:rsidRPr="004B5273">
              <w:rPr>
                <w:sz w:val="22"/>
                <w:szCs w:val="22"/>
              </w:rPr>
              <w:t xml:space="preserve">кв.м., год ввода в эксплуатацию- </w:t>
            </w:r>
            <w:r>
              <w:rPr>
                <w:sz w:val="22"/>
                <w:szCs w:val="22"/>
              </w:rPr>
              <w:t>1965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 w:rsidRPr="00D74857">
              <w:t>59994</w:t>
            </w:r>
            <w:r>
              <w:t xml:space="preserve"> 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t xml:space="preserve"> </w:t>
            </w:r>
            <w:r w:rsidRPr="00D7485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рублей</w:t>
            </w:r>
            <w:r w:rsidRPr="004B5273">
              <w:rPr>
                <w:sz w:val="22"/>
                <w:szCs w:val="22"/>
              </w:rPr>
              <w:t>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20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Комплекс Беловодской школы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Pr="00D74857" w:rsidRDefault="00B664C4" w:rsidP="000C38D8">
            <w:pPr>
              <w:rPr>
                <w:sz w:val="22"/>
                <w:szCs w:val="22"/>
              </w:rPr>
            </w:pPr>
            <w:r w:rsidRPr="00D74857">
              <w:rPr>
                <w:sz w:val="22"/>
                <w:szCs w:val="22"/>
              </w:rPr>
              <w:t xml:space="preserve">Брянская обл., Мглинский район, п. Беловодка,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D74857">
              <w:rPr>
                <w:sz w:val="22"/>
                <w:szCs w:val="22"/>
              </w:rPr>
              <w:t>ул. 60 лет Октября, д.39</w:t>
            </w:r>
          </w:p>
          <w:p w:rsidR="00B664C4" w:rsidRPr="005664E6" w:rsidRDefault="00B664C4" w:rsidP="000C38D8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</w:tcPr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1B3E0A">
              <w:rPr>
                <w:b/>
                <w:sz w:val="22"/>
                <w:szCs w:val="22"/>
              </w:rPr>
              <w:t>Здание школы</w:t>
            </w:r>
            <w:r>
              <w:rPr>
                <w:sz w:val="22"/>
                <w:szCs w:val="22"/>
              </w:rPr>
              <w:t xml:space="preserve">       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2 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>500</w:t>
            </w:r>
            <w:r w:rsidRPr="00EA337A">
              <w:rPr>
                <w:sz w:val="22"/>
                <w:szCs w:val="22"/>
              </w:rPr>
              <w:t>,6</w:t>
            </w:r>
            <w:r>
              <w:rPr>
                <w:sz w:val="22"/>
                <w:szCs w:val="22"/>
              </w:rPr>
              <w:t xml:space="preserve"> </w:t>
            </w:r>
            <w:r w:rsidRPr="004B5273">
              <w:rPr>
                <w:sz w:val="22"/>
                <w:szCs w:val="22"/>
              </w:rPr>
              <w:t>кв.м., год ввода в эксплуатацию- 19</w:t>
            </w:r>
            <w:r>
              <w:rPr>
                <w:sz w:val="22"/>
                <w:szCs w:val="22"/>
              </w:rPr>
              <w:t>76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 w:rsidRPr="00D74857">
              <w:t>10456338</w:t>
            </w:r>
            <w:r>
              <w:t xml:space="preserve"> 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rPr>
                <w:sz w:val="22"/>
                <w:szCs w:val="22"/>
              </w:rPr>
              <w:t>0 рублей</w:t>
            </w:r>
            <w:r w:rsidRPr="004B5273">
              <w:rPr>
                <w:sz w:val="22"/>
                <w:szCs w:val="22"/>
              </w:rPr>
              <w:t>;</w:t>
            </w:r>
          </w:p>
          <w:p w:rsidR="00B664C4" w:rsidRPr="00D74857" w:rsidRDefault="00B664C4" w:rsidP="000C38D8">
            <w:pPr>
              <w:rPr>
                <w:b/>
                <w:sz w:val="22"/>
                <w:szCs w:val="22"/>
              </w:rPr>
            </w:pPr>
            <w:r w:rsidRPr="00D74857">
              <w:rPr>
                <w:b/>
                <w:sz w:val="22"/>
                <w:szCs w:val="22"/>
              </w:rPr>
              <w:t>Спортзал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1 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 xml:space="preserve">131,4 </w:t>
            </w:r>
            <w:r w:rsidRPr="004B5273">
              <w:rPr>
                <w:sz w:val="22"/>
                <w:szCs w:val="22"/>
              </w:rPr>
              <w:t>кв.м., год ввода в эксплуатацию- 19</w:t>
            </w:r>
            <w:r>
              <w:rPr>
                <w:sz w:val="22"/>
                <w:szCs w:val="22"/>
              </w:rPr>
              <w:t>76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 w:rsidRPr="00D74857">
              <w:t>479197</w:t>
            </w:r>
            <w:r>
              <w:t xml:space="preserve"> 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rPr>
                <w:sz w:val="22"/>
                <w:szCs w:val="22"/>
              </w:rPr>
              <w:t>0 рублей</w:t>
            </w:r>
            <w:r w:rsidRPr="004B5273">
              <w:rPr>
                <w:sz w:val="22"/>
                <w:szCs w:val="22"/>
              </w:rPr>
              <w:t>;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D74857">
              <w:rPr>
                <w:b/>
                <w:sz w:val="22"/>
                <w:szCs w:val="22"/>
              </w:rPr>
              <w:t>Здание газовой котельной</w:t>
            </w:r>
          </w:p>
          <w:p w:rsidR="00B664C4" w:rsidRPr="00842F3B" w:rsidRDefault="00B664C4" w:rsidP="000C38D8">
            <w:pPr>
              <w:jc w:val="both"/>
              <w:rPr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1этаж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 xml:space="preserve">9,1 </w:t>
            </w:r>
            <w:r w:rsidRPr="004B5273">
              <w:rPr>
                <w:sz w:val="22"/>
                <w:szCs w:val="22"/>
              </w:rPr>
              <w:t xml:space="preserve">кв.м., год ввода в эксплуатацию- </w:t>
            </w:r>
            <w:r>
              <w:rPr>
                <w:sz w:val="22"/>
                <w:szCs w:val="22"/>
              </w:rPr>
              <w:t>2000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 w:rsidRPr="00D74857">
              <w:t>53533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t xml:space="preserve"> </w:t>
            </w:r>
            <w:r w:rsidRPr="00D74857">
              <w:rPr>
                <w:sz w:val="22"/>
                <w:szCs w:val="22"/>
              </w:rPr>
              <w:t>38730</w:t>
            </w:r>
            <w:r>
              <w:rPr>
                <w:sz w:val="22"/>
                <w:szCs w:val="22"/>
              </w:rPr>
              <w:t xml:space="preserve"> рублей</w:t>
            </w:r>
            <w:r w:rsidRPr="004B5273">
              <w:rPr>
                <w:sz w:val="22"/>
                <w:szCs w:val="22"/>
              </w:rPr>
              <w:t>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842F3B">
        <w:trPr>
          <w:trHeight w:val="2048"/>
        </w:trPr>
        <w:tc>
          <w:tcPr>
            <w:tcW w:w="600" w:type="dxa"/>
          </w:tcPr>
          <w:p w:rsidR="00B664C4" w:rsidRPr="004B5273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20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Здание детсада с пищеблоком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объекта:   </w:t>
            </w:r>
          </w:p>
          <w:p w:rsidR="00B664C4" w:rsidRPr="00BC3650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Брянская обл., Мглинский район, с. Вельжичи, ул. Пролетарская д.1</w:t>
            </w:r>
          </w:p>
        </w:tc>
        <w:tc>
          <w:tcPr>
            <w:tcW w:w="3826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Здание детсада с пищеблоком</w:t>
            </w:r>
          </w:p>
          <w:p w:rsidR="00B664C4" w:rsidRPr="00842F3B" w:rsidRDefault="00B664C4" w:rsidP="000C38D8">
            <w:pPr>
              <w:jc w:val="both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Назначение: нежилое, этажн</w:t>
            </w:r>
            <w:r>
              <w:rPr>
                <w:sz w:val="22"/>
                <w:szCs w:val="22"/>
              </w:rPr>
              <w:t>ость – 2 этаж</w:t>
            </w:r>
            <w:r w:rsidRPr="004B5273">
              <w:rPr>
                <w:sz w:val="22"/>
                <w:szCs w:val="22"/>
              </w:rPr>
              <w:t xml:space="preserve"> (подземных этажей – 0), общая площадь </w:t>
            </w:r>
            <w:r>
              <w:rPr>
                <w:sz w:val="22"/>
                <w:szCs w:val="22"/>
              </w:rPr>
              <w:t xml:space="preserve">374,5 </w:t>
            </w:r>
            <w:r w:rsidRPr="004B5273">
              <w:rPr>
                <w:sz w:val="22"/>
                <w:szCs w:val="22"/>
              </w:rPr>
              <w:t>кв.м., год ввода в эксплуатацию- 19</w:t>
            </w:r>
            <w:r>
              <w:rPr>
                <w:sz w:val="22"/>
                <w:szCs w:val="22"/>
              </w:rPr>
              <w:t>76 год</w:t>
            </w:r>
            <w:r w:rsidRPr="004B5273">
              <w:rPr>
                <w:sz w:val="22"/>
                <w:szCs w:val="22"/>
              </w:rPr>
              <w:t xml:space="preserve">, балансовая стоимость – </w:t>
            </w:r>
            <w:r>
              <w:rPr>
                <w:sz w:val="22"/>
                <w:szCs w:val="22"/>
              </w:rPr>
              <w:t>3501598</w:t>
            </w:r>
            <w:r>
              <w:t xml:space="preserve"> </w:t>
            </w:r>
            <w:r w:rsidRPr="004B5273">
              <w:rPr>
                <w:sz w:val="22"/>
                <w:szCs w:val="22"/>
              </w:rPr>
              <w:t>рубл</w:t>
            </w:r>
            <w:r>
              <w:rPr>
                <w:sz w:val="22"/>
                <w:szCs w:val="22"/>
              </w:rPr>
              <w:t>ей</w:t>
            </w:r>
            <w:r w:rsidRPr="004B5273">
              <w:rPr>
                <w:sz w:val="22"/>
                <w:szCs w:val="22"/>
              </w:rPr>
              <w:t>, остаточная стоимость –</w:t>
            </w:r>
            <w:r>
              <w:rPr>
                <w:sz w:val="22"/>
                <w:szCs w:val="22"/>
              </w:rPr>
              <w:t>223972 рублей</w:t>
            </w:r>
            <w:r w:rsidRPr="004B5273">
              <w:rPr>
                <w:sz w:val="22"/>
                <w:szCs w:val="22"/>
              </w:rPr>
              <w:t>;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20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Комплекс Новочешуйковской</w:t>
            </w:r>
            <w:r w:rsidRPr="00EA337A">
              <w:rPr>
                <w:b/>
                <w:sz w:val="22"/>
                <w:szCs w:val="22"/>
              </w:rPr>
              <w:t xml:space="preserve"> школы 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EA337A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рянская обл., Мглинский район, с</w:t>
            </w:r>
            <w:r w:rsidRPr="00EA337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Новые Чешуйки,, ул.Молодежная, д.5б</w:t>
            </w:r>
          </w:p>
          <w:p w:rsidR="00B664C4" w:rsidRPr="005664E6" w:rsidRDefault="00B664C4" w:rsidP="000C38D8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</w:tcPr>
          <w:p w:rsidR="00B664C4" w:rsidRPr="005E4AEA" w:rsidRDefault="00B664C4" w:rsidP="000C38D8">
            <w:pPr>
              <w:jc w:val="both"/>
              <w:rPr>
                <w:sz w:val="22"/>
                <w:szCs w:val="22"/>
              </w:rPr>
            </w:pPr>
            <w:r w:rsidRPr="009D5148">
              <w:rPr>
                <w:b/>
                <w:sz w:val="22"/>
                <w:szCs w:val="22"/>
              </w:rPr>
              <w:t>Здание школы</w:t>
            </w:r>
            <w:r>
              <w:rPr>
                <w:sz w:val="22"/>
                <w:szCs w:val="22"/>
              </w:rPr>
              <w:t xml:space="preserve"> </w:t>
            </w:r>
            <w:r w:rsidRPr="005E4AEA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значение: нежилое, этажность – 1</w:t>
            </w:r>
            <w:r w:rsidRPr="005E4AEA">
              <w:rPr>
                <w:sz w:val="22"/>
                <w:szCs w:val="22"/>
              </w:rPr>
              <w:t xml:space="preserve"> этаж (подземных этажей – 0), общая площадь </w:t>
            </w:r>
            <w:r>
              <w:rPr>
                <w:sz w:val="22"/>
                <w:szCs w:val="22"/>
              </w:rPr>
              <w:t>316,5</w:t>
            </w:r>
            <w:r w:rsidRPr="005E4AEA">
              <w:rPr>
                <w:sz w:val="22"/>
                <w:szCs w:val="22"/>
              </w:rPr>
              <w:t xml:space="preserve"> кв.м.</w:t>
            </w:r>
            <w:r>
              <w:rPr>
                <w:sz w:val="22"/>
                <w:szCs w:val="22"/>
              </w:rPr>
              <w:t>, год ввода в эксплуатацию- 19</w:t>
            </w:r>
            <w:r w:rsidRPr="005E4AE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9D5148">
              <w:t>2344039</w:t>
            </w:r>
            <w:r w:rsidRPr="005E4AEA">
              <w:rPr>
                <w:sz w:val="22"/>
                <w:szCs w:val="22"/>
              </w:rPr>
              <w:t>рублей, остаточная стоимость –0 рублей;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9D5148">
              <w:rPr>
                <w:b/>
                <w:sz w:val="22"/>
                <w:szCs w:val="22"/>
              </w:rPr>
              <w:t xml:space="preserve">Котельная </w:t>
            </w:r>
            <w:r w:rsidRPr="005E4AEA">
              <w:rPr>
                <w:sz w:val="22"/>
                <w:szCs w:val="22"/>
              </w:rPr>
              <w:t>Назначение: нежилое, этажность – 1 этаж (подземн</w:t>
            </w:r>
            <w:r>
              <w:rPr>
                <w:sz w:val="22"/>
                <w:szCs w:val="22"/>
              </w:rPr>
              <w:t>ых этажей – 0), общая площадь 5,8</w:t>
            </w:r>
            <w:r w:rsidRPr="005E4AEA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., год ввода в эксплуатацию- 1980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9D5148">
              <w:t>71992</w:t>
            </w:r>
            <w:r w:rsidRPr="005E4AEA">
              <w:rPr>
                <w:sz w:val="22"/>
                <w:szCs w:val="22"/>
              </w:rPr>
              <w:t>рублей, остаточная стоимость –0 рублей;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9D5148">
              <w:rPr>
                <w:b/>
                <w:sz w:val="22"/>
                <w:szCs w:val="22"/>
              </w:rPr>
              <w:t>Здание газовой котельной</w:t>
            </w:r>
            <w:r w:rsidRPr="005E4AEA">
              <w:rPr>
                <w:sz w:val="22"/>
                <w:szCs w:val="22"/>
              </w:rPr>
              <w:t xml:space="preserve"> Назначение: нежилое, этажность – 1 этаж (подземн</w:t>
            </w:r>
            <w:r>
              <w:rPr>
                <w:sz w:val="22"/>
                <w:szCs w:val="22"/>
              </w:rPr>
              <w:t>ых этажей – 0), общая площадь 8,8</w:t>
            </w:r>
            <w:r w:rsidRPr="005E4AEA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., год ввода в эксплуатацию- 2001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9D5148">
              <w:t>76941</w:t>
            </w:r>
            <w:r>
              <w:rPr>
                <w:sz w:val="22"/>
                <w:szCs w:val="22"/>
              </w:rPr>
              <w:t>рублей, остаточная стоимость –</w:t>
            </w:r>
            <w:r w:rsidRPr="009D5148">
              <w:rPr>
                <w:sz w:val="22"/>
                <w:szCs w:val="22"/>
              </w:rPr>
              <w:t>54748</w:t>
            </w:r>
            <w:r w:rsidRPr="005E4AEA">
              <w:rPr>
                <w:sz w:val="22"/>
                <w:szCs w:val="22"/>
              </w:rPr>
              <w:t>рублей;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8F14C2">
              <w:rPr>
                <w:b/>
                <w:sz w:val="24"/>
                <w:szCs w:val="24"/>
              </w:rPr>
              <w:t xml:space="preserve">Сарай </w:t>
            </w:r>
            <w:r>
              <w:rPr>
                <w:szCs w:val="22"/>
              </w:rPr>
              <w:t xml:space="preserve"> </w:t>
            </w:r>
            <w:r w:rsidRPr="005E4AEA">
              <w:rPr>
                <w:sz w:val="22"/>
                <w:szCs w:val="22"/>
              </w:rPr>
              <w:t>Назначение: нежилое, этажность – 1 этаж (подземн</w:t>
            </w:r>
            <w:r>
              <w:rPr>
                <w:sz w:val="22"/>
                <w:szCs w:val="22"/>
              </w:rPr>
              <w:t>ых этажей – 0), общая площадь 70</w:t>
            </w:r>
            <w:r w:rsidRPr="005E4AEA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., год ввода в эксплуатацию- 1981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9D5148">
              <w:t>51114</w:t>
            </w:r>
            <w:r>
              <w:t xml:space="preserve"> </w:t>
            </w:r>
            <w:r w:rsidRPr="005E4AEA">
              <w:rPr>
                <w:sz w:val="22"/>
                <w:szCs w:val="22"/>
              </w:rPr>
              <w:t>рублей, остаточная стоимость –0 рублей;</w:t>
            </w:r>
          </w:p>
          <w:p w:rsidR="00B664C4" w:rsidRPr="00842F3B" w:rsidRDefault="00B664C4" w:rsidP="000C38D8">
            <w:pPr>
              <w:jc w:val="both"/>
              <w:rPr>
                <w:sz w:val="22"/>
                <w:szCs w:val="22"/>
              </w:rPr>
            </w:pPr>
            <w:r w:rsidRPr="00842F3B">
              <w:rPr>
                <w:sz w:val="22"/>
                <w:szCs w:val="22"/>
              </w:rPr>
              <w:t>Земельный участок  общей площадью 13527 м2 кадастровый номер  32:16:0030301:206, кадастровая стоимость- 7441202,70 руб разрешенное использование- для объектов общественно- делового назначения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20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Комплекс Семковской </w:t>
            </w:r>
            <w:r w:rsidRPr="00EA337A">
              <w:rPr>
                <w:b/>
                <w:sz w:val="22"/>
                <w:szCs w:val="22"/>
              </w:rPr>
              <w:t xml:space="preserve">школы 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EA337A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рянская обл., Мглинский район, с</w:t>
            </w:r>
            <w:r w:rsidRPr="00EA337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Семки, ул.Колхозная, д.24</w:t>
            </w:r>
          </w:p>
          <w:p w:rsidR="00B664C4" w:rsidRPr="005664E6" w:rsidRDefault="00B664C4" w:rsidP="000C38D8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</w:tcPr>
          <w:p w:rsidR="00B664C4" w:rsidRPr="005E4AEA" w:rsidRDefault="00B664C4" w:rsidP="000C38D8">
            <w:pPr>
              <w:jc w:val="both"/>
              <w:rPr>
                <w:sz w:val="22"/>
                <w:szCs w:val="22"/>
              </w:rPr>
            </w:pPr>
            <w:r w:rsidRPr="009D5148">
              <w:rPr>
                <w:b/>
                <w:sz w:val="22"/>
                <w:szCs w:val="22"/>
              </w:rPr>
              <w:t>Здание школы</w:t>
            </w:r>
            <w:r>
              <w:rPr>
                <w:sz w:val="22"/>
                <w:szCs w:val="22"/>
              </w:rPr>
              <w:t xml:space="preserve"> </w:t>
            </w:r>
            <w:r w:rsidRPr="005E4AEA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значение: нежилое, этажность – 1</w:t>
            </w:r>
            <w:r w:rsidRPr="005E4AEA">
              <w:rPr>
                <w:sz w:val="22"/>
                <w:szCs w:val="22"/>
              </w:rPr>
              <w:t xml:space="preserve"> этаж (подземных этажей – 0), общая площадь </w:t>
            </w:r>
            <w:r>
              <w:rPr>
                <w:sz w:val="22"/>
                <w:szCs w:val="22"/>
              </w:rPr>
              <w:t>239,1</w:t>
            </w:r>
            <w:r w:rsidRPr="005E4AEA">
              <w:rPr>
                <w:sz w:val="22"/>
                <w:szCs w:val="22"/>
              </w:rPr>
              <w:t xml:space="preserve"> кв.м.</w:t>
            </w:r>
            <w:r>
              <w:rPr>
                <w:sz w:val="22"/>
                <w:szCs w:val="22"/>
              </w:rPr>
              <w:t>, год ввода в эксплуатацию- 1973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8F14C2">
              <w:t>409197</w:t>
            </w:r>
            <w:r w:rsidRPr="005E4AEA">
              <w:rPr>
                <w:sz w:val="22"/>
                <w:szCs w:val="22"/>
              </w:rPr>
              <w:t>рублей, остаточная стоимость –0 рублей;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9D5148">
              <w:rPr>
                <w:b/>
                <w:sz w:val="22"/>
                <w:szCs w:val="22"/>
              </w:rPr>
              <w:t>Здание газовой котельной</w:t>
            </w:r>
            <w:r w:rsidRPr="005E4AEA">
              <w:rPr>
                <w:sz w:val="22"/>
                <w:szCs w:val="22"/>
              </w:rPr>
              <w:t xml:space="preserve"> Назначение: нежилое, этажность – 1 этаж (подземн</w:t>
            </w:r>
            <w:r>
              <w:rPr>
                <w:sz w:val="22"/>
                <w:szCs w:val="22"/>
              </w:rPr>
              <w:t>ых этажей – 0), общая площадь 10</w:t>
            </w:r>
            <w:r w:rsidRPr="005E4AEA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., год ввода в эксплуатацию- 2000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8F14C2">
              <w:t>53532</w:t>
            </w:r>
            <w:r>
              <w:rPr>
                <w:sz w:val="22"/>
                <w:szCs w:val="22"/>
              </w:rPr>
              <w:t>рублей, остаточная стоимость –</w:t>
            </w:r>
            <w:r w:rsidRPr="008F14C2">
              <w:rPr>
                <w:sz w:val="22"/>
                <w:szCs w:val="22"/>
              </w:rPr>
              <w:t>38225</w:t>
            </w:r>
            <w:r w:rsidRPr="005E4AEA">
              <w:rPr>
                <w:sz w:val="22"/>
                <w:szCs w:val="22"/>
              </w:rPr>
              <w:t>рублей;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8F14C2">
              <w:rPr>
                <w:b/>
                <w:sz w:val="24"/>
                <w:szCs w:val="24"/>
              </w:rPr>
              <w:t>Сарай</w:t>
            </w:r>
            <w:r w:rsidRPr="009D5148">
              <w:rPr>
                <w:b/>
                <w:szCs w:val="22"/>
              </w:rPr>
              <w:t xml:space="preserve"> </w:t>
            </w:r>
            <w:r>
              <w:rPr>
                <w:szCs w:val="22"/>
              </w:rPr>
              <w:t xml:space="preserve"> </w:t>
            </w:r>
            <w:r w:rsidRPr="005E4AEA">
              <w:rPr>
                <w:sz w:val="22"/>
                <w:szCs w:val="22"/>
              </w:rPr>
              <w:t>Назначение: нежилое, этажность – 1 этаж (подземн</w:t>
            </w:r>
            <w:r>
              <w:rPr>
                <w:sz w:val="22"/>
                <w:szCs w:val="22"/>
              </w:rPr>
              <w:t>ых этажей – 0), общая площадь 88</w:t>
            </w:r>
            <w:r w:rsidRPr="005E4AEA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., год ввода в эксплуатацию- 1973</w:t>
            </w:r>
            <w:r w:rsidRPr="005E4AEA">
              <w:rPr>
                <w:sz w:val="22"/>
                <w:szCs w:val="22"/>
              </w:rPr>
              <w:t xml:space="preserve"> год, балансовая стоимость –</w:t>
            </w:r>
            <w:r>
              <w:rPr>
                <w:sz w:val="22"/>
                <w:szCs w:val="22"/>
              </w:rPr>
              <w:t xml:space="preserve"> </w:t>
            </w:r>
            <w:r w:rsidRPr="008F14C2">
              <w:rPr>
                <w:sz w:val="22"/>
                <w:szCs w:val="22"/>
              </w:rPr>
              <w:t>47996</w:t>
            </w:r>
            <w:r w:rsidRPr="005E4AEA">
              <w:rPr>
                <w:sz w:val="22"/>
                <w:szCs w:val="22"/>
              </w:rPr>
              <w:t>рублей, остаточная стоимость –0 рублей;</w:t>
            </w:r>
          </w:p>
          <w:p w:rsidR="00B664C4" w:rsidRPr="00842F3B" w:rsidRDefault="00B664C4" w:rsidP="000C38D8">
            <w:pPr>
              <w:jc w:val="both"/>
              <w:rPr>
                <w:sz w:val="22"/>
                <w:szCs w:val="22"/>
              </w:rPr>
            </w:pPr>
            <w:r w:rsidRPr="00842F3B">
              <w:rPr>
                <w:b/>
                <w:sz w:val="22"/>
                <w:szCs w:val="22"/>
              </w:rPr>
              <w:t>Земельный участок  общей площадью 8815 м2</w:t>
            </w:r>
            <w:r w:rsidRPr="00842F3B">
              <w:rPr>
                <w:sz w:val="22"/>
                <w:szCs w:val="22"/>
              </w:rPr>
              <w:t xml:space="preserve"> кадастровый номер  32:16:0170101:177, кадастровая стоимость- 4935077,75 руб, разрешенное использование- для объектов общественно- делового назначения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  <w:tr w:rsidR="00B664C4" w:rsidRPr="004B5273" w:rsidTr="000C38D8">
        <w:trPr>
          <w:trHeight w:val="340"/>
        </w:trPr>
        <w:tc>
          <w:tcPr>
            <w:tcW w:w="600" w:type="dxa"/>
          </w:tcPr>
          <w:p w:rsidR="00B664C4" w:rsidRDefault="00B664C4" w:rsidP="000C3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20" w:type="dxa"/>
          </w:tcPr>
          <w:p w:rsidR="00B664C4" w:rsidRDefault="00B664C4" w:rsidP="000C38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Комплекс Цинковской </w:t>
            </w:r>
            <w:r w:rsidRPr="00EA337A">
              <w:rPr>
                <w:b/>
                <w:sz w:val="22"/>
                <w:szCs w:val="22"/>
              </w:rPr>
              <w:t xml:space="preserve">школы </w:t>
            </w:r>
          </w:p>
          <w:p w:rsidR="00B664C4" w:rsidRPr="001C6F89" w:rsidRDefault="00B664C4" w:rsidP="000C38D8">
            <w:pPr>
              <w:rPr>
                <w:sz w:val="22"/>
                <w:szCs w:val="22"/>
              </w:rPr>
            </w:pPr>
            <w:r w:rsidRPr="001C6F89">
              <w:rPr>
                <w:sz w:val="22"/>
                <w:szCs w:val="22"/>
              </w:rPr>
              <w:t xml:space="preserve">Адрес объекта: </w:t>
            </w:r>
          </w:p>
          <w:p w:rsidR="00B664C4" w:rsidRDefault="00B664C4" w:rsidP="000C38D8">
            <w:pPr>
              <w:rPr>
                <w:sz w:val="22"/>
                <w:szCs w:val="22"/>
              </w:rPr>
            </w:pPr>
            <w:r w:rsidRPr="00EA337A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рянская обл., Мглинский район, д</w:t>
            </w:r>
            <w:r w:rsidRPr="00EA337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Цинка, ул.Советская, д.30</w:t>
            </w:r>
          </w:p>
          <w:p w:rsidR="00B664C4" w:rsidRPr="005664E6" w:rsidRDefault="00B664C4" w:rsidP="000C38D8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</w:tcPr>
          <w:p w:rsidR="00B664C4" w:rsidRPr="005E4AEA" w:rsidRDefault="00B664C4" w:rsidP="000C38D8">
            <w:pPr>
              <w:jc w:val="both"/>
              <w:rPr>
                <w:sz w:val="22"/>
                <w:szCs w:val="22"/>
              </w:rPr>
            </w:pPr>
            <w:r w:rsidRPr="009D5148">
              <w:rPr>
                <w:b/>
                <w:sz w:val="22"/>
                <w:szCs w:val="22"/>
              </w:rPr>
              <w:t>Здание школы</w:t>
            </w:r>
            <w:r>
              <w:rPr>
                <w:sz w:val="22"/>
                <w:szCs w:val="22"/>
              </w:rPr>
              <w:t xml:space="preserve"> </w:t>
            </w:r>
            <w:r w:rsidRPr="005E4AEA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значение: нежилое, этажность – 1</w:t>
            </w:r>
            <w:r w:rsidRPr="005E4AEA">
              <w:rPr>
                <w:sz w:val="22"/>
                <w:szCs w:val="22"/>
              </w:rPr>
              <w:t xml:space="preserve"> этаж (подземных этажей – 0), общая площадь </w:t>
            </w:r>
            <w:r>
              <w:rPr>
                <w:sz w:val="22"/>
                <w:szCs w:val="22"/>
              </w:rPr>
              <w:t>186,8</w:t>
            </w:r>
            <w:r w:rsidRPr="005E4AEA">
              <w:rPr>
                <w:sz w:val="22"/>
                <w:szCs w:val="22"/>
              </w:rPr>
              <w:t xml:space="preserve"> кв.м.</w:t>
            </w:r>
            <w:r>
              <w:rPr>
                <w:sz w:val="22"/>
                <w:szCs w:val="22"/>
              </w:rPr>
              <w:t>, год ввода в эксплуатацию- 1995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8F14C2">
              <w:t>168107</w:t>
            </w:r>
            <w:r w:rsidRPr="005E4AEA">
              <w:rPr>
                <w:sz w:val="22"/>
                <w:szCs w:val="22"/>
              </w:rPr>
              <w:t>рублей, остаточная стоимость –0 рублей;</w:t>
            </w:r>
          </w:p>
          <w:p w:rsidR="00B664C4" w:rsidRDefault="00B664C4" w:rsidP="000C38D8">
            <w:pPr>
              <w:jc w:val="both"/>
              <w:rPr>
                <w:sz w:val="22"/>
                <w:szCs w:val="22"/>
              </w:rPr>
            </w:pPr>
            <w:r w:rsidRPr="009D5148">
              <w:rPr>
                <w:b/>
                <w:sz w:val="22"/>
                <w:szCs w:val="22"/>
              </w:rPr>
              <w:t xml:space="preserve">Здание </w:t>
            </w:r>
            <w:r>
              <w:rPr>
                <w:b/>
                <w:sz w:val="22"/>
                <w:szCs w:val="22"/>
              </w:rPr>
              <w:t>мастерской</w:t>
            </w:r>
            <w:r w:rsidRPr="005E4AEA">
              <w:rPr>
                <w:sz w:val="22"/>
                <w:szCs w:val="22"/>
              </w:rPr>
              <w:t xml:space="preserve"> Назначение: нежилое, этажность – 1 этаж (подземн</w:t>
            </w:r>
            <w:r>
              <w:rPr>
                <w:sz w:val="22"/>
                <w:szCs w:val="22"/>
              </w:rPr>
              <w:t>ых этажей – 0), общая площадь 60</w:t>
            </w:r>
            <w:r w:rsidRPr="005E4AEA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., год ввода в эксплуатацию- 1970</w:t>
            </w:r>
            <w:r w:rsidRPr="005E4AEA">
              <w:rPr>
                <w:sz w:val="22"/>
                <w:szCs w:val="22"/>
              </w:rPr>
              <w:t xml:space="preserve"> год, балансовая стоимость – </w:t>
            </w:r>
            <w:r w:rsidRPr="008F14C2">
              <w:t>244958</w:t>
            </w:r>
            <w:r>
              <w:rPr>
                <w:sz w:val="22"/>
                <w:szCs w:val="22"/>
              </w:rPr>
              <w:t xml:space="preserve">рублей, остаточная стоимость –0 </w:t>
            </w:r>
            <w:r w:rsidRPr="005E4AEA">
              <w:rPr>
                <w:sz w:val="22"/>
                <w:szCs w:val="22"/>
              </w:rPr>
              <w:t>рублей;</w:t>
            </w:r>
          </w:p>
          <w:p w:rsidR="00B664C4" w:rsidRPr="009D5148" w:rsidRDefault="00B664C4" w:rsidP="000C38D8">
            <w:pPr>
              <w:jc w:val="both"/>
              <w:rPr>
                <w:szCs w:val="22"/>
              </w:rPr>
            </w:pPr>
            <w:r w:rsidRPr="00842F3B">
              <w:rPr>
                <w:b/>
                <w:sz w:val="22"/>
                <w:szCs w:val="22"/>
              </w:rPr>
              <w:t xml:space="preserve">Земельный участок  общей площадью 16966 м2 </w:t>
            </w:r>
            <w:r w:rsidRPr="00842F3B">
              <w:rPr>
                <w:sz w:val="22"/>
                <w:szCs w:val="22"/>
              </w:rPr>
              <w:t>кадастровый номер  32:16:0020101:80, кадастровая стоимость- 6955890,34 руб</w:t>
            </w:r>
            <w:r>
              <w:rPr>
                <w:sz w:val="22"/>
                <w:szCs w:val="22"/>
              </w:rPr>
              <w:t>.</w:t>
            </w:r>
            <w:r w:rsidRPr="00842F3B">
              <w:rPr>
                <w:sz w:val="22"/>
                <w:szCs w:val="22"/>
              </w:rPr>
              <w:t xml:space="preserve"> разрешенное использование- для объектов общественно- делового назначения</w:t>
            </w:r>
          </w:p>
        </w:tc>
        <w:tc>
          <w:tcPr>
            <w:tcW w:w="1134" w:type="dxa"/>
          </w:tcPr>
          <w:p w:rsidR="00B664C4" w:rsidRPr="004B5273" w:rsidRDefault="00B664C4" w:rsidP="000C38D8">
            <w:pPr>
              <w:jc w:val="center"/>
              <w:rPr>
                <w:sz w:val="22"/>
                <w:szCs w:val="22"/>
              </w:rPr>
            </w:pPr>
            <w:r w:rsidRPr="004B527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985" w:type="dxa"/>
          </w:tcPr>
          <w:p w:rsidR="00B664C4" w:rsidRPr="00B14BD1" w:rsidRDefault="00B664C4" w:rsidP="000C38D8">
            <w:pPr>
              <w:jc w:val="center"/>
              <w:rPr>
                <w:sz w:val="22"/>
                <w:szCs w:val="22"/>
              </w:rPr>
            </w:pPr>
            <w:r w:rsidRPr="00B14BD1">
              <w:rPr>
                <w:sz w:val="22"/>
                <w:szCs w:val="22"/>
              </w:rPr>
              <w:t>Согласно отчету об оценке имущества</w:t>
            </w:r>
          </w:p>
        </w:tc>
      </w:tr>
    </w:tbl>
    <w:p w:rsidR="00B664C4" w:rsidRDefault="00B664C4"/>
    <w:p w:rsidR="00B664C4" w:rsidRDefault="00B664C4"/>
    <w:p w:rsidR="00B664C4" w:rsidRDefault="00B664C4" w:rsidP="00632AD6">
      <w:pPr>
        <w:outlineLvl w:val="0"/>
      </w:pPr>
      <w:r>
        <w:t xml:space="preserve">                                                       </w:t>
      </w:r>
    </w:p>
    <w:sectPr w:rsidR="00B664C4" w:rsidSect="00632AD6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20F"/>
    <w:rsid w:val="00006FD9"/>
    <w:rsid w:val="0001374B"/>
    <w:rsid w:val="000174B2"/>
    <w:rsid w:val="00034E85"/>
    <w:rsid w:val="00040C5D"/>
    <w:rsid w:val="00043A9D"/>
    <w:rsid w:val="0005541B"/>
    <w:rsid w:val="00091072"/>
    <w:rsid w:val="000912A4"/>
    <w:rsid w:val="000A1699"/>
    <w:rsid w:val="000A1DB5"/>
    <w:rsid w:val="000B15EE"/>
    <w:rsid w:val="000C14C9"/>
    <w:rsid w:val="000C38D8"/>
    <w:rsid w:val="00145556"/>
    <w:rsid w:val="00154504"/>
    <w:rsid w:val="0017309F"/>
    <w:rsid w:val="001A5ED5"/>
    <w:rsid w:val="001A7835"/>
    <w:rsid w:val="001A7B07"/>
    <w:rsid w:val="001B1D17"/>
    <w:rsid w:val="001B3E0A"/>
    <w:rsid w:val="001B42DE"/>
    <w:rsid w:val="001B4B81"/>
    <w:rsid w:val="001C6F89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7448A"/>
    <w:rsid w:val="002B6D3D"/>
    <w:rsid w:val="002C7704"/>
    <w:rsid w:val="002F333B"/>
    <w:rsid w:val="00300B64"/>
    <w:rsid w:val="00312A5B"/>
    <w:rsid w:val="00325346"/>
    <w:rsid w:val="003323E5"/>
    <w:rsid w:val="0034066F"/>
    <w:rsid w:val="003565B9"/>
    <w:rsid w:val="00360E17"/>
    <w:rsid w:val="003873B9"/>
    <w:rsid w:val="003A1BFC"/>
    <w:rsid w:val="003B0533"/>
    <w:rsid w:val="003B0BED"/>
    <w:rsid w:val="003C27F6"/>
    <w:rsid w:val="003E01EC"/>
    <w:rsid w:val="003E5724"/>
    <w:rsid w:val="003F0CA7"/>
    <w:rsid w:val="003F1C4F"/>
    <w:rsid w:val="004003C8"/>
    <w:rsid w:val="0041522A"/>
    <w:rsid w:val="00426C08"/>
    <w:rsid w:val="004341ED"/>
    <w:rsid w:val="00441751"/>
    <w:rsid w:val="00447B80"/>
    <w:rsid w:val="0046444E"/>
    <w:rsid w:val="004645B5"/>
    <w:rsid w:val="004B5273"/>
    <w:rsid w:val="004D52F1"/>
    <w:rsid w:val="004F575D"/>
    <w:rsid w:val="004F6396"/>
    <w:rsid w:val="005022FA"/>
    <w:rsid w:val="00507263"/>
    <w:rsid w:val="00507C98"/>
    <w:rsid w:val="00515B19"/>
    <w:rsid w:val="00523681"/>
    <w:rsid w:val="00526BAF"/>
    <w:rsid w:val="00542374"/>
    <w:rsid w:val="00561663"/>
    <w:rsid w:val="005664E6"/>
    <w:rsid w:val="005B034A"/>
    <w:rsid w:val="005C385B"/>
    <w:rsid w:val="005D2C88"/>
    <w:rsid w:val="005E4AEA"/>
    <w:rsid w:val="00613A59"/>
    <w:rsid w:val="00632AD6"/>
    <w:rsid w:val="00640D6C"/>
    <w:rsid w:val="006410F6"/>
    <w:rsid w:val="00670B42"/>
    <w:rsid w:val="006859AF"/>
    <w:rsid w:val="00690C6A"/>
    <w:rsid w:val="006A1EA4"/>
    <w:rsid w:val="006B25D4"/>
    <w:rsid w:val="006B6A34"/>
    <w:rsid w:val="006C15CB"/>
    <w:rsid w:val="006D22BC"/>
    <w:rsid w:val="006E03CD"/>
    <w:rsid w:val="00714C55"/>
    <w:rsid w:val="00732930"/>
    <w:rsid w:val="00745BC0"/>
    <w:rsid w:val="0074796D"/>
    <w:rsid w:val="00747C13"/>
    <w:rsid w:val="00751442"/>
    <w:rsid w:val="007761B6"/>
    <w:rsid w:val="00777E93"/>
    <w:rsid w:val="007A3090"/>
    <w:rsid w:val="007A473A"/>
    <w:rsid w:val="007B4623"/>
    <w:rsid w:val="007C4A50"/>
    <w:rsid w:val="007C4B7F"/>
    <w:rsid w:val="007E71F8"/>
    <w:rsid w:val="007F1880"/>
    <w:rsid w:val="007F5937"/>
    <w:rsid w:val="00800E7E"/>
    <w:rsid w:val="00811927"/>
    <w:rsid w:val="008201E4"/>
    <w:rsid w:val="00842F3B"/>
    <w:rsid w:val="0087480E"/>
    <w:rsid w:val="008748BB"/>
    <w:rsid w:val="00876C74"/>
    <w:rsid w:val="008A1C74"/>
    <w:rsid w:val="008B0CE2"/>
    <w:rsid w:val="008C1860"/>
    <w:rsid w:val="008C6C4C"/>
    <w:rsid w:val="008D4F7A"/>
    <w:rsid w:val="008E5D65"/>
    <w:rsid w:val="008F14C2"/>
    <w:rsid w:val="008F3A08"/>
    <w:rsid w:val="008F55EB"/>
    <w:rsid w:val="009006C1"/>
    <w:rsid w:val="0092156D"/>
    <w:rsid w:val="00941BB6"/>
    <w:rsid w:val="00960868"/>
    <w:rsid w:val="009816DC"/>
    <w:rsid w:val="0098306F"/>
    <w:rsid w:val="009927CF"/>
    <w:rsid w:val="009929CC"/>
    <w:rsid w:val="009A15BA"/>
    <w:rsid w:val="009A5285"/>
    <w:rsid w:val="009B0DCB"/>
    <w:rsid w:val="009B5843"/>
    <w:rsid w:val="009D0707"/>
    <w:rsid w:val="009D07A2"/>
    <w:rsid w:val="009D5148"/>
    <w:rsid w:val="009E0D86"/>
    <w:rsid w:val="009F076D"/>
    <w:rsid w:val="00A22333"/>
    <w:rsid w:val="00A23EC1"/>
    <w:rsid w:val="00A80A31"/>
    <w:rsid w:val="00A8175C"/>
    <w:rsid w:val="00A921E7"/>
    <w:rsid w:val="00AB7B79"/>
    <w:rsid w:val="00AD02D9"/>
    <w:rsid w:val="00AD0D00"/>
    <w:rsid w:val="00AD55F5"/>
    <w:rsid w:val="00AE76B0"/>
    <w:rsid w:val="00B041CF"/>
    <w:rsid w:val="00B113DF"/>
    <w:rsid w:val="00B14BD1"/>
    <w:rsid w:val="00B17898"/>
    <w:rsid w:val="00B17A7E"/>
    <w:rsid w:val="00B214CB"/>
    <w:rsid w:val="00B33319"/>
    <w:rsid w:val="00B40E1C"/>
    <w:rsid w:val="00B52789"/>
    <w:rsid w:val="00B61312"/>
    <w:rsid w:val="00B65319"/>
    <w:rsid w:val="00B664C4"/>
    <w:rsid w:val="00B7659B"/>
    <w:rsid w:val="00B95DB2"/>
    <w:rsid w:val="00BA3321"/>
    <w:rsid w:val="00BB15C6"/>
    <w:rsid w:val="00BB49D8"/>
    <w:rsid w:val="00BC0422"/>
    <w:rsid w:val="00BC3650"/>
    <w:rsid w:val="00BC7E14"/>
    <w:rsid w:val="00BD2DFD"/>
    <w:rsid w:val="00BE17C9"/>
    <w:rsid w:val="00BE4DDD"/>
    <w:rsid w:val="00C143CA"/>
    <w:rsid w:val="00C20C17"/>
    <w:rsid w:val="00C36A28"/>
    <w:rsid w:val="00C459AE"/>
    <w:rsid w:val="00C47250"/>
    <w:rsid w:val="00C472DF"/>
    <w:rsid w:val="00C735C0"/>
    <w:rsid w:val="00C80D99"/>
    <w:rsid w:val="00C845F2"/>
    <w:rsid w:val="00C85516"/>
    <w:rsid w:val="00C87C21"/>
    <w:rsid w:val="00CA35AB"/>
    <w:rsid w:val="00CD212E"/>
    <w:rsid w:val="00CD26D3"/>
    <w:rsid w:val="00CE6152"/>
    <w:rsid w:val="00CE68FE"/>
    <w:rsid w:val="00CF4690"/>
    <w:rsid w:val="00CF4705"/>
    <w:rsid w:val="00D12766"/>
    <w:rsid w:val="00D233FB"/>
    <w:rsid w:val="00D275D5"/>
    <w:rsid w:val="00D30993"/>
    <w:rsid w:val="00D4120F"/>
    <w:rsid w:val="00D608C6"/>
    <w:rsid w:val="00D74857"/>
    <w:rsid w:val="00D81908"/>
    <w:rsid w:val="00D81E17"/>
    <w:rsid w:val="00D9782D"/>
    <w:rsid w:val="00DB7CD9"/>
    <w:rsid w:val="00E0211A"/>
    <w:rsid w:val="00E03C8C"/>
    <w:rsid w:val="00E07FDB"/>
    <w:rsid w:val="00E248A3"/>
    <w:rsid w:val="00E347D2"/>
    <w:rsid w:val="00E45F55"/>
    <w:rsid w:val="00E55B74"/>
    <w:rsid w:val="00E56CFD"/>
    <w:rsid w:val="00E758B7"/>
    <w:rsid w:val="00E9408B"/>
    <w:rsid w:val="00EA337A"/>
    <w:rsid w:val="00EA78D4"/>
    <w:rsid w:val="00EB711F"/>
    <w:rsid w:val="00EC2D09"/>
    <w:rsid w:val="00EC335E"/>
    <w:rsid w:val="00EE1F6B"/>
    <w:rsid w:val="00EF5DF6"/>
    <w:rsid w:val="00F04F28"/>
    <w:rsid w:val="00F15362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20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4120F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D4120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D4120F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4120F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D4120F"/>
    <w:pPr>
      <w:ind w:right="-285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4120F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D4120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4120F"/>
    <w:rPr>
      <w:rFonts w:ascii="Courier New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6</Pages>
  <Words>1742</Words>
  <Characters>9936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2020-11-26T08:36:00Z</cp:lastPrinted>
  <dcterms:created xsi:type="dcterms:W3CDTF">2020-11-20T09:24:00Z</dcterms:created>
  <dcterms:modified xsi:type="dcterms:W3CDTF">2020-11-26T08:36:00Z</dcterms:modified>
</cp:coreProperties>
</file>